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right" w:tblpY="-465"/>
        <w:tblW w:w="0" w:type="auto"/>
        <w:tblLook w:val="04A0"/>
      </w:tblPr>
      <w:tblGrid>
        <w:gridCol w:w="3897"/>
      </w:tblGrid>
      <w:tr w:rsidR="008B5818" w:rsidRPr="00246FF5" w:rsidTr="007D68E5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B5818" w:rsidRDefault="008B5818" w:rsidP="00CF3AA1">
            <w:pPr>
              <w:widowControl/>
              <w:rPr>
                <w:color w:val="000000"/>
                <w:sz w:val="22"/>
                <w:szCs w:val="22"/>
              </w:rPr>
            </w:pPr>
          </w:p>
          <w:p w:rsidR="008B5818" w:rsidRDefault="008B5818" w:rsidP="007D68E5">
            <w:pPr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«Приложение № 1 </w:t>
            </w:r>
          </w:p>
          <w:p w:rsidR="008B5818" w:rsidRDefault="008B5818" w:rsidP="007D68E5">
            <w:pPr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 бюджетному прогнозу</w:t>
            </w:r>
          </w:p>
          <w:p w:rsidR="008B5818" w:rsidRDefault="008B5818" w:rsidP="007D68E5">
            <w:pPr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Городищенского района </w:t>
            </w:r>
          </w:p>
          <w:p w:rsidR="008B5818" w:rsidRDefault="008B5818" w:rsidP="007D68E5">
            <w:pPr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Пензенской области</w:t>
            </w:r>
          </w:p>
          <w:p w:rsidR="008B5818" w:rsidRPr="00246FF5" w:rsidRDefault="008B5818" w:rsidP="007D68E5">
            <w:pPr>
              <w:widowControl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на долгосрочный </w:t>
            </w:r>
            <w:r w:rsidR="005A471A">
              <w:rPr>
                <w:color w:val="000000"/>
                <w:sz w:val="22"/>
                <w:szCs w:val="22"/>
              </w:rPr>
              <w:t>период до 2025</w:t>
            </w:r>
            <w:r>
              <w:rPr>
                <w:color w:val="000000"/>
                <w:sz w:val="22"/>
                <w:szCs w:val="22"/>
              </w:rPr>
              <w:t xml:space="preserve"> года</w:t>
            </w:r>
            <w:r w:rsidR="00CF3AA1">
              <w:rPr>
                <w:color w:val="000000"/>
                <w:sz w:val="22"/>
                <w:szCs w:val="22"/>
              </w:rPr>
              <w:t>»</w:t>
            </w:r>
          </w:p>
        </w:tc>
      </w:tr>
    </w:tbl>
    <w:p w:rsidR="003B6315" w:rsidRDefault="003B6315" w:rsidP="003B6315">
      <w:pPr>
        <w:pStyle w:val="ConsPlusNormal"/>
        <w:spacing w:line="22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6315" w:rsidRDefault="003B6315" w:rsidP="00CF3AA1">
      <w:pPr>
        <w:pStyle w:val="ConsPlusNormal"/>
        <w:spacing w:line="228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226"/>
        <w:tblW w:w="11400" w:type="dxa"/>
        <w:tblLayout w:type="fixed"/>
        <w:tblLook w:val="04A0"/>
      </w:tblPr>
      <w:tblGrid>
        <w:gridCol w:w="2850"/>
        <w:gridCol w:w="1140"/>
        <w:gridCol w:w="1140"/>
        <w:gridCol w:w="1140"/>
        <w:gridCol w:w="1140"/>
        <w:gridCol w:w="997"/>
        <w:gridCol w:w="997"/>
        <w:gridCol w:w="997"/>
        <w:gridCol w:w="999"/>
      </w:tblGrid>
      <w:tr w:rsidR="00CF3AA1" w:rsidRPr="00513A11" w:rsidTr="00CF3AA1">
        <w:trPr>
          <w:trHeight w:val="842"/>
        </w:trPr>
        <w:tc>
          <w:tcPr>
            <w:tcW w:w="114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AA1" w:rsidRPr="00002227" w:rsidRDefault="00CF3AA1" w:rsidP="00CF3AA1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02227">
              <w:rPr>
                <w:b/>
                <w:bCs/>
                <w:color w:val="000000"/>
                <w:sz w:val="24"/>
                <w:szCs w:val="24"/>
              </w:rPr>
              <w:t>Прогноз характеристик  бюджета Среднеелюзанского сельсовета Городищенского района Пензенской области</w:t>
            </w:r>
          </w:p>
        </w:tc>
      </w:tr>
      <w:tr w:rsidR="00CF3AA1" w:rsidRPr="00513A11" w:rsidTr="00CF3AA1">
        <w:trPr>
          <w:trHeight w:val="236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AA1" w:rsidRPr="00513A11" w:rsidRDefault="00CF3AA1" w:rsidP="00CF3AA1">
            <w:pPr>
              <w:widowControl/>
              <w:rPr>
                <w:color w:val="00000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AA1" w:rsidRPr="00513A11" w:rsidRDefault="00CF3AA1" w:rsidP="00CF3AA1">
            <w:pPr>
              <w:widowControl/>
              <w:rPr>
                <w:color w:val="00000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AA1" w:rsidRPr="00513A11" w:rsidRDefault="00CF3AA1" w:rsidP="00CF3AA1">
            <w:pPr>
              <w:widowControl/>
              <w:rPr>
                <w:color w:val="00000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AA1" w:rsidRPr="00513A11" w:rsidRDefault="00CF3AA1" w:rsidP="00CF3AA1">
            <w:pPr>
              <w:widowControl/>
              <w:rPr>
                <w:color w:val="00000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AA1" w:rsidRPr="00513A11" w:rsidRDefault="00CF3AA1" w:rsidP="00CF3AA1">
            <w:pPr>
              <w:widowControl/>
              <w:rPr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AA1" w:rsidRPr="00513A11" w:rsidRDefault="00CF3AA1" w:rsidP="00CF3AA1">
            <w:pPr>
              <w:widowControl/>
              <w:rPr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AA1" w:rsidRPr="00513A11" w:rsidRDefault="00CF3AA1" w:rsidP="00CF3AA1">
            <w:pPr>
              <w:widowControl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тыс.р.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AA1" w:rsidRPr="00513A11" w:rsidRDefault="00CF3AA1" w:rsidP="00CF3AA1">
            <w:pPr>
              <w:widowControl/>
              <w:rPr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AA1" w:rsidRPr="00513A11" w:rsidRDefault="00CF3AA1" w:rsidP="00CF3AA1">
            <w:pPr>
              <w:widowControl/>
              <w:rPr>
                <w:color w:val="000000"/>
                <w:sz w:val="18"/>
                <w:szCs w:val="18"/>
              </w:rPr>
            </w:pPr>
          </w:p>
        </w:tc>
      </w:tr>
      <w:tr w:rsidR="00CF3AA1" w:rsidRPr="00002227" w:rsidTr="00CF3AA1">
        <w:trPr>
          <w:trHeight w:val="428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AA1" w:rsidRPr="00002227" w:rsidRDefault="00CF3AA1" w:rsidP="00CF3AA1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002227">
              <w:rPr>
                <w:color w:val="000000"/>
                <w:sz w:val="24"/>
                <w:szCs w:val="24"/>
              </w:rPr>
              <w:t>Показатель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AA1" w:rsidRPr="00002227" w:rsidRDefault="00CF3AA1" w:rsidP="00CF3AA1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2018</w:t>
            </w:r>
            <w:r w:rsidRPr="00002227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AA1" w:rsidRPr="00002227" w:rsidRDefault="00CF3AA1" w:rsidP="00CF3AA1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2019</w:t>
            </w:r>
            <w:r w:rsidRPr="00002227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AA1" w:rsidRPr="00002227" w:rsidRDefault="00CF3AA1" w:rsidP="00CF3AA1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002227">
              <w:rPr>
                <w:color w:val="000000"/>
                <w:sz w:val="24"/>
                <w:szCs w:val="24"/>
              </w:rPr>
              <w:t>20</w:t>
            </w:r>
            <w:r>
              <w:rPr>
                <w:color w:val="000000"/>
                <w:sz w:val="24"/>
                <w:szCs w:val="24"/>
              </w:rPr>
              <w:t>20</w:t>
            </w:r>
            <w:r w:rsidRPr="00002227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AA1" w:rsidRPr="00002227" w:rsidRDefault="00CF3AA1" w:rsidP="00CF3AA1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</w:t>
            </w:r>
            <w:r w:rsidRPr="00002227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AA1" w:rsidRPr="00002227" w:rsidRDefault="00CF3AA1" w:rsidP="00CF3AA1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002227">
              <w:rPr>
                <w:color w:val="000000"/>
                <w:sz w:val="24"/>
                <w:szCs w:val="24"/>
              </w:rPr>
              <w:t>20</w:t>
            </w:r>
            <w:r>
              <w:rPr>
                <w:color w:val="000000"/>
                <w:sz w:val="24"/>
                <w:szCs w:val="24"/>
              </w:rPr>
              <w:t xml:space="preserve">22 </w:t>
            </w:r>
            <w:r w:rsidRPr="00002227">
              <w:rPr>
                <w:color w:val="000000"/>
                <w:sz w:val="24"/>
                <w:szCs w:val="24"/>
              </w:rPr>
              <w:t xml:space="preserve">год 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AA1" w:rsidRPr="00002227" w:rsidRDefault="00CF3AA1" w:rsidP="00CF3AA1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002227">
              <w:rPr>
                <w:color w:val="000000"/>
                <w:sz w:val="24"/>
                <w:szCs w:val="24"/>
              </w:rPr>
              <w:t>20</w:t>
            </w:r>
            <w:r>
              <w:rPr>
                <w:color w:val="000000"/>
                <w:sz w:val="24"/>
                <w:szCs w:val="24"/>
              </w:rPr>
              <w:t xml:space="preserve">23 </w:t>
            </w:r>
            <w:r w:rsidRPr="00002227">
              <w:rPr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AA1" w:rsidRPr="00002227" w:rsidRDefault="00CF3AA1" w:rsidP="00CF3AA1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2024</w:t>
            </w:r>
            <w:r w:rsidRPr="00002227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AA1" w:rsidRPr="00002227" w:rsidRDefault="00CF3AA1" w:rsidP="00CF3AA1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2025</w:t>
            </w:r>
            <w:r w:rsidRPr="00002227">
              <w:rPr>
                <w:color w:val="000000"/>
                <w:sz w:val="24"/>
                <w:szCs w:val="24"/>
              </w:rPr>
              <w:t xml:space="preserve"> год </w:t>
            </w:r>
          </w:p>
        </w:tc>
      </w:tr>
      <w:tr w:rsidR="00CF3AA1" w:rsidRPr="00002227" w:rsidTr="00CF3AA1">
        <w:trPr>
          <w:trHeight w:val="307"/>
        </w:trPr>
        <w:tc>
          <w:tcPr>
            <w:tcW w:w="114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hideMark/>
          </w:tcPr>
          <w:p w:rsidR="00CF3AA1" w:rsidRPr="00002227" w:rsidRDefault="00CF3AA1" w:rsidP="00CF3AA1">
            <w:pPr>
              <w:widowControl/>
              <w:numPr>
                <w:ilvl w:val="0"/>
                <w:numId w:val="3"/>
              </w:num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02227">
              <w:rPr>
                <w:b/>
                <w:bCs/>
                <w:color w:val="000000"/>
                <w:sz w:val="24"/>
                <w:szCs w:val="24"/>
              </w:rPr>
              <w:t>Бюджет Среднеелюзанского сельсовета Городищенского района Пензенской области</w:t>
            </w:r>
          </w:p>
          <w:p w:rsidR="00CF3AA1" w:rsidRPr="00002227" w:rsidRDefault="00CF3AA1" w:rsidP="00CF3AA1">
            <w:pPr>
              <w:widowControl/>
              <w:ind w:left="1080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F3AA1" w:rsidRPr="00002227" w:rsidTr="00CF3AA1">
        <w:trPr>
          <w:trHeight w:val="2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02227">
              <w:rPr>
                <w:b/>
                <w:bCs/>
                <w:color w:val="000000"/>
                <w:sz w:val="24"/>
                <w:szCs w:val="24"/>
              </w:rPr>
              <w:t>Доходы - всего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10745,8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12777,1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5B5084" w:rsidRDefault="00CF3AA1" w:rsidP="00CF3AA1">
            <w:pPr>
              <w:rPr>
                <w:b/>
                <w:sz w:val="22"/>
                <w:szCs w:val="22"/>
              </w:rPr>
            </w:pPr>
            <w:r w:rsidRPr="005B5084">
              <w:rPr>
                <w:b/>
                <w:sz w:val="22"/>
                <w:szCs w:val="22"/>
              </w:rPr>
              <w:t>11480,1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5B5084" w:rsidRDefault="00CF3AA1" w:rsidP="00CF3AA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11824,9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5B5084" w:rsidRDefault="00CF3AA1" w:rsidP="00CF3AA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12060,5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5B5084" w:rsidRDefault="00CF3AA1" w:rsidP="00CF3AA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12303,0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5B5084" w:rsidRDefault="00CF3AA1" w:rsidP="00CF3AA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12552,9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5B5084" w:rsidRDefault="00CF3AA1" w:rsidP="00CF3AA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12810,3</w:t>
            </w:r>
          </w:p>
        </w:tc>
      </w:tr>
      <w:tr w:rsidR="00CF3AA1" w:rsidRPr="00002227" w:rsidTr="00CF3AA1">
        <w:trPr>
          <w:trHeight w:val="2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02227">
              <w:rPr>
                <w:i/>
                <w:iCs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rPr>
                <w:color w:val="000000"/>
                <w:sz w:val="24"/>
                <w:szCs w:val="24"/>
              </w:rPr>
            </w:pPr>
            <w:r w:rsidRPr="0000222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rPr>
                <w:color w:val="000000"/>
                <w:sz w:val="24"/>
                <w:szCs w:val="24"/>
              </w:rPr>
            </w:pPr>
          </w:p>
        </w:tc>
      </w:tr>
      <w:tr w:rsidR="00CF3AA1" w:rsidRPr="00002227" w:rsidTr="00CF3AA1">
        <w:trPr>
          <w:trHeight w:val="2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002227">
              <w:rPr>
                <w:color w:val="000000"/>
                <w:sz w:val="24"/>
                <w:szCs w:val="24"/>
              </w:rPr>
              <w:t>Налоговые, неналоговые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6605,8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7410,4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7609,8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7852,0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8087,5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8330,1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8580,0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8837,4</w:t>
            </w:r>
          </w:p>
        </w:tc>
      </w:tr>
      <w:tr w:rsidR="00CF3AA1" w:rsidRPr="00002227" w:rsidTr="00CF3AA1">
        <w:trPr>
          <w:trHeight w:val="2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002227">
              <w:rPr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4140,0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5366,7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520D3E" w:rsidRDefault="00CF3AA1" w:rsidP="00CF3AA1">
            <w:pPr>
              <w:jc w:val="right"/>
              <w:rPr>
                <w:sz w:val="24"/>
                <w:szCs w:val="24"/>
              </w:rPr>
            </w:pPr>
            <w:r w:rsidRPr="00520D3E">
              <w:rPr>
                <w:sz w:val="24"/>
                <w:szCs w:val="24"/>
              </w:rPr>
              <w:t>3870,3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520D3E" w:rsidRDefault="00CF3AA1" w:rsidP="00CF3AA1">
            <w:pPr>
              <w:jc w:val="right"/>
              <w:rPr>
                <w:sz w:val="24"/>
                <w:szCs w:val="24"/>
              </w:rPr>
            </w:pPr>
            <w:r w:rsidRPr="00520D3E">
              <w:rPr>
                <w:sz w:val="24"/>
                <w:szCs w:val="24"/>
              </w:rPr>
              <w:t>3972,9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520D3E" w:rsidRDefault="00CF3AA1" w:rsidP="00CF3AA1">
            <w:pPr>
              <w:jc w:val="right"/>
              <w:rPr>
                <w:sz w:val="24"/>
                <w:szCs w:val="24"/>
              </w:rPr>
            </w:pPr>
            <w:r w:rsidRPr="00520D3E">
              <w:rPr>
                <w:sz w:val="24"/>
                <w:szCs w:val="24"/>
              </w:rPr>
              <w:t>3972,9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520D3E" w:rsidRDefault="00CF3AA1" w:rsidP="00CF3AA1">
            <w:pPr>
              <w:jc w:val="right"/>
              <w:rPr>
                <w:sz w:val="24"/>
                <w:szCs w:val="24"/>
              </w:rPr>
            </w:pPr>
            <w:r w:rsidRPr="00520D3E">
              <w:rPr>
                <w:sz w:val="24"/>
                <w:szCs w:val="24"/>
              </w:rPr>
              <w:t>3972,9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520D3E" w:rsidRDefault="00CF3AA1" w:rsidP="00CF3AA1">
            <w:pPr>
              <w:jc w:val="right"/>
              <w:rPr>
                <w:sz w:val="24"/>
                <w:szCs w:val="24"/>
              </w:rPr>
            </w:pPr>
            <w:r w:rsidRPr="00520D3E">
              <w:rPr>
                <w:sz w:val="24"/>
                <w:szCs w:val="24"/>
              </w:rPr>
              <w:t>3972,9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520D3E" w:rsidRDefault="00CF3AA1" w:rsidP="00CF3AA1">
            <w:pPr>
              <w:jc w:val="right"/>
              <w:rPr>
                <w:sz w:val="24"/>
                <w:szCs w:val="24"/>
              </w:rPr>
            </w:pPr>
            <w:r w:rsidRPr="00520D3E">
              <w:rPr>
                <w:sz w:val="24"/>
                <w:szCs w:val="24"/>
              </w:rPr>
              <w:t>3972,9</w:t>
            </w:r>
          </w:p>
        </w:tc>
      </w:tr>
      <w:tr w:rsidR="00CF3AA1" w:rsidRPr="00002227" w:rsidTr="00CF3AA1">
        <w:trPr>
          <w:trHeight w:val="2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02227">
              <w:rPr>
                <w:i/>
                <w:iCs/>
                <w:color w:val="000000"/>
                <w:sz w:val="24"/>
                <w:szCs w:val="24"/>
              </w:rPr>
              <w:t>из них: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rPr>
                <w:color w:val="000000"/>
                <w:sz w:val="24"/>
                <w:szCs w:val="24"/>
              </w:rPr>
            </w:pPr>
            <w:r w:rsidRPr="0000222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520D3E" w:rsidRDefault="00CF3AA1" w:rsidP="00CF3A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520D3E" w:rsidRDefault="00CF3AA1" w:rsidP="00CF3A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520D3E" w:rsidRDefault="00CF3AA1" w:rsidP="00CF3A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520D3E" w:rsidRDefault="00CF3AA1" w:rsidP="00CF3A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520D3E" w:rsidRDefault="00CF3AA1" w:rsidP="00CF3A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520D3E" w:rsidRDefault="00CF3AA1" w:rsidP="00CF3A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F3AA1" w:rsidRPr="00002227" w:rsidTr="00CF3AA1">
        <w:trPr>
          <w:trHeight w:val="3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002227">
              <w:rPr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3286,5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3552,4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520D3E" w:rsidRDefault="00CF3AA1" w:rsidP="00CF3AA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3341,0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520D3E" w:rsidRDefault="00CF3AA1" w:rsidP="00CF3AA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3442,3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520D3E" w:rsidRDefault="00CF3AA1" w:rsidP="00CF3AA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3442,3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520D3E" w:rsidRDefault="00CF3AA1" w:rsidP="00CF3AA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3442,3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520D3E" w:rsidRDefault="00CF3AA1" w:rsidP="00CF3AA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3442,3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520D3E" w:rsidRDefault="00CF3AA1" w:rsidP="00CF3AA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3442,3</w:t>
            </w:r>
          </w:p>
        </w:tc>
      </w:tr>
      <w:tr w:rsidR="00CF3AA1" w:rsidRPr="00002227" w:rsidTr="00CF3AA1">
        <w:trPr>
          <w:trHeight w:val="3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002227">
              <w:rPr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520D3E" w:rsidRDefault="00CF3AA1" w:rsidP="00CF3A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520D3E" w:rsidRDefault="00CF3AA1" w:rsidP="00CF3A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520D3E" w:rsidRDefault="00CF3AA1" w:rsidP="00CF3A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520D3E" w:rsidRDefault="00CF3AA1" w:rsidP="00CF3A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520D3E" w:rsidRDefault="00CF3AA1" w:rsidP="00CF3A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520D3E" w:rsidRDefault="00CF3AA1" w:rsidP="00CF3A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F3AA1" w:rsidRPr="00002227" w:rsidTr="00CF3AA1">
        <w:trPr>
          <w:trHeight w:val="3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002227">
              <w:rPr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520D3E" w:rsidRDefault="00CF3AA1" w:rsidP="00CF3A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520D3E" w:rsidRDefault="00CF3AA1" w:rsidP="00CF3A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446,2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520D3E" w:rsidRDefault="00CF3AA1" w:rsidP="00CF3A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446,2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520D3E" w:rsidRDefault="00CF3AA1" w:rsidP="00CF3A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446,2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520D3E" w:rsidRDefault="00CF3AA1" w:rsidP="00CF3A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446,2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520D3E" w:rsidRDefault="00CF3AA1" w:rsidP="00CF3A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446,2</w:t>
            </w:r>
          </w:p>
        </w:tc>
      </w:tr>
      <w:tr w:rsidR="00CF3AA1" w:rsidRPr="00002227" w:rsidTr="00CF3AA1">
        <w:trPr>
          <w:trHeight w:val="3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002227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1175,9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84,4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84,4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84,4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84,4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84,4</w:t>
            </w:r>
          </w:p>
        </w:tc>
      </w:tr>
      <w:tr w:rsidR="00CF3AA1" w:rsidRPr="00002227" w:rsidTr="00CF3AA1">
        <w:trPr>
          <w:trHeight w:val="3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jc w:val="right"/>
              <w:rPr>
                <w:color w:val="000000"/>
                <w:sz w:val="24"/>
                <w:szCs w:val="24"/>
              </w:rPr>
            </w:pPr>
            <w:r w:rsidRPr="0000222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jc w:val="right"/>
              <w:rPr>
                <w:color w:val="000000"/>
                <w:sz w:val="24"/>
                <w:szCs w:val="24"/>
              </w:rPr>
            </w:pPr>
            <w:r w:rsidRPr="0000222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jc w:val="right"/>
              <w:rPr>
                <w:color w:val="000000"/>
                <w:sz w:val="24"/>
                <w:szCs w:val="24"/>
              </w:rPr>
            </w:pPr>
            <w:r w:rsidRPr="0000222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F3AA1" w:rsidRPr="00002227" w:rsidTr="00CF3AA1">
        <w:trPr>
          <w:trHeight w:val="2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02227">
              <w:rPr>
                <w:b/>
                <w:bCs/>
                <w:color w:val="000000"/>
                <w:sz w:val="24"/>
                <w:szCs w:val="24"/>
              </w:rPr>
              <w:t>Расходы - всего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11390,1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14623,8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11480,1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11824,9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5B5084" w:rsidRDefault="00CF3AA1" w:rsidP="00CF3AA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12060,5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5B5084" w:rsidRDefault="00CF3AA1" w:rsidP="00CF3AA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12303,0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5B5084" w:rsidRDefault="00CF3AA1" w:rsidP="00CF3AA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12552,9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5B5084" w:rsidRDefault="00CF3AA1" w:rsidP="00CF3AA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12810,3</w:t>
            </w:r>
          </w:p>
        </w:tc>
      </w:tr>
      <w:tr w:rsidR="00CF3AA1" w:rsidRPr="00002227" w:rsidTr="00CF3AA1">
        <w:trPr>
          <w:trHeight w:val="2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02227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rPr>
                <w:color w:val="000000"/>
                <w:sz w:val="24"/>
                <w:szCs w:val="24"/>
              </w:rPr>
            </w:pPr>
            <w:r w:rsidRPr="0000222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rPr>
                <w:color w:val="000000"/>
                <w:sz w:val="24"/>
                <w:szCs w:val="24"/>
              </w:rPr>
            </w:pPr>
            <w:r w:rsidRPr="0000222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rPr>
                <w:color w:val="000000"/>
                <w:sz w:val="24"/>
                <w:szCs w:val="24"/>
              </w:rPr>
            </w:pPr>
            <w:r w:rsidRPr="0000222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rPr>
                <w:color w:val="000000"/>
                <w:sz w:val="24"/>
                <w:szCs w:val="24"/>
              </w:rPr>
            </w:pPr>
            <w:r w:rsidRPr="0000222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rPr>
                <w:color w:val="000000"/>
                <w:sz w:val="24"/>
                <w:szCs w:val="24"/>
              </w:rPr>
            </w:pPr>
            <w:r w:rsidRPr="0000222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rPr>
                <w:color w:val="000000"/>
                <w:sz w:val="24"/>
                <w:szCs w:val="24"/>
              </w:rPr>
            </w:pPr>
          </w:p>
        </w:tc>
      </w:tr>
      <w:tr w:rsidR="00CF3AA1" w:rsidRPr="00002227" w:rsidTr="00CF3AA1">
        <w:trPr>
          <w:trHeight w:val="37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00222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rPr>
                <w:color w:val="000000"/>
                <w:sz w:val="24"/>
                <w:szCs w:val="24"/>
              </w:rPr>
            </w:pPr>
            <w:r w:rsidRPr="0000222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rPr>
                <w:color w:val="000000"/>
                <w:sz w:val="24"/>
                <w:szCs w:val="24"/>
              </w:rPr>
            </w:pPr>
            <w:r w:rsidRPr="0000222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rPr>
                <w:color w:val="000000"/>
                <w:sz w:val="24"/>
                <w:szCs w:val="24"/>
              </w:rPr>
            </w:pPr>
            <w:r w:rsidRPr="0000222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rPr>
                <w:color w:val="000000"/>
                <w:sz w:val="24"/>
                <w:szCs w:val="24"/>
              </w:rPr>
            </w:pPr>
            <w:r w:rsidRPr="0000222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rPr>
                <w:color w:val="000000"/>
                <w:sz w:val="24"/>
                <w:szCs w:val="24"/>
              </w:rPr>
            </w:pPr>
            <w:r w:rsidRPr="0000222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rPr>
                <w:color w:val="000000"/>
                <w:sz w:val="24"/>
                <w:szCs w:val="24"/>
              </w:rPr>
            </w:pPr>
          </w:p>
        </w:tc>
      </w:tr>
      <w:tr w:rsidR="00CF3AA1" w:rsidRPr="00002227" w:rsidTr="00CF3AA1">
        <w:trPr>
          <w:trHeight w:val="31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02227">
              <w:rPr>
                <w:b/>
                <w:bCs/>
                <w:color w:val="000000"/>
                <w:sz w:val="24"/>
                <w:szCs w:val="24"/>
              </w:rPr>
              <w:t>Дефицит (профицит)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-644,3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-1846,7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CF3AA1" w:rsidRPr="00002227" w:rsidTr="00CF3AA1">
        <w:trPr>
          <w:trHeight w:val="753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rPr>
                <w:i/>
                <w:iCs/>
                <w:color w:val="000000"/>
                <w:sz w:val="24"/>
                <w:szCs w:val="24"/>
              </w:rPr>
            </w:pPr>
            <w:r w:rsidRPr="00002227">
              <w:rPr>
                <w:i/>
                <w:iCs/>
                <w:color w:val="000000"/>
                <w:sz w:val="24"/>
                <w:szCs w:val="24"/>
              </w:rPr>
              <w:t>отношение дефицита к объему доходов без учета безвозмездных поступлений, 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497E75" w:rsidRDefault="00CF3AA1" w:rsidP="00CF3AA1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497E75">
              <w:rPr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497E75" w:rsidRDefault="00CF3AA1" w:rsidP="00CF3AA1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497E75">
              <w:rPr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497E75" w:rsidRDefault="00CF3AA1" w:rsidP="00CF3AA1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497E75">
              <w:rPr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497E75" w:rsidRDefault="00CF3AA1" w:rsidP="00CF3AA1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497E75">
              <w:rPr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B661C7" w:rsidRDefault="00CF3AA1" w:rsidP="00CF3AA1">
            <w:pPr>
              <w:widowControl/>
              <w:jc w:val="right"/>
              <w:rPr>
                <w:bCs/>
                <w:color w:val="000000"/>
                <w:sz w:val="24"/>
                <w:szCs w:val="24"/>
              </w:rPr>
            </w:pPr>
            <w:r w:rsidRPr="00B661C7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B661C7" w:rsidRDefault="00CF3AA1" w:rsidP="00CF3AA1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B661C7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B661C7" w:rsidRDefault="00CF3AA1" w:rsidP="00CF3AA1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B661C7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B661C7" w:rsidRDefault="00CF3AA1" w:rsidP="00CF3AA1">
            <w:pPr>
              <w:widowControl/>
              <w:jc w:val="right"/>
              <w:rPr>
                <w:bCs/>
                <w:color w:val="000000"/>
                <w:sz w:val="24"/>
                <w:szCs w:val="24"/>
              </w:rPr>
            </w:pPr>
            <w:r w:rsidRPr="00B661C7">
              <w:rPr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CF3AA1" w:rsidRPr="00002227" w:rsidTr="00CF3AA1">
        <w:trPr>
          <w:trHeight w:val="2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02227">
              <w:rPr>
                <w:b/>
                <w:bCs/>
                <w:color w:val="000000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644,3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+1846,7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CF3AA1" w:rsidRPr="00002227" w:rsidTr="00CF3AA1">
        <w:trPr>
          <w:trHeight w:val="2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02227">
              <w:rPr>
                <w:i/>
                <w:iCs/>
                <w:color w:val="000000"/>
                <w:sz w:val="24"/>
                <w:szCs w:val="24"/>
              </w:rPr>
              <w:t>из них: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 w:rsidRPr="0000222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 w:rsidRPr="0000222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 w:rsidRPr="0000222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 w:rsidRPr="0000222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 w:rsidRPr="0000222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 w:rsidRPr="0000222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 w:rsidRPr="0000222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 w:rsidRPr="0000222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F3AA1" w:rsidRPr="00002227" w:rsidTr="00CF3AA1">
        <w:trPr>
          <w:trHeight w:val="3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rPr>
                <w:color w:val="000000"/>
                <w:sz w:val="24"/>
                <w:szCs w:val="24"/>
              </w:rPr>
            </w:pPr>
            <w:r w:rsidRPr="00002227">
              <w:rPr>
                <w:color w:val="000000"/>
                <w:sz w:val="24"/>
                <w:szCs w:val="24"/>
              </w:rPr>
              <w:t>Бюджетные кредиты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rPr>
                <w:color w:val="000000"/>
                <w:sz w:val="24"/>
                <w:szCs w:val="24"/>
              </w:rPr>
            </w:pPr>
            <w:r w:rsidRPr="0000222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rPr>
                <w:color w:val="000000"/>
                <w:sz w:val="24"/>
                <w:szCs w:val="24"/>
              </w:rPr>
            </w:pPr>
            <w:r w:rsidRPr="0000222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rPr>
                <w:color w:val="000000"/>
                <w:sz w:val="24"/>
                <w:szCs w:val="24"/>
              </w:rPr>
            </w:pPr>
            <w:r w:rsidRPr="0000222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rPr>
                <w:color w:val="000000"/>
                <w:sz w:val="24"/>
                <w:szCs w:val="24"/>
              </w:rPr>
            </w:pPr>
            <w:r w:rsidRPr="0000222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rPr>
                <w:color w:val="000000"/>
                <w:sz w:val="24"/>
                <w:szCs w:val="24"/>
              </w:rPr>
            </w:pPr>
            <w:r w:rsidRPr="0000222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rPr>
                <w:color w:val="000000"/>
                <w:sz w:val="24"/>
                <w:szCs w:val="24"/>
              </w:rPr>
            </w:pPr>
            <w:r w:rsidRPr="0000222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rPr>
                <w:color w:val="000000"/>
                <w:sz w:val="24"/>
                <w:szCs w:val="24"/>
              </w:rPr>
            </w:pPr>
            <w:r w:rsidRPr="0000222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rPr>
                <w:color w:val="000000"/>
                <w:sz w:val="24"/>
                <w:szCs w:val="24"/>
              </w:rPr>
            </w:pPr>
            <w:r w:rsidRPr="00002227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F3AA1" w:rsidRPr="00002227" w:rsidTr="00CF3AA1">
        <w:trPr>
          <w:trHeight w:val="3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rPr>
                <w:color w:val="000000"/>
                <w:sz w:val="24"/>
                <w:szCs w:val="24"/>
              </w:rPr>
            </w:pPr>
            <w:r w:rsidRPr="00002227">
              <w:rPr>
                <w:color w:val="000000"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rPr>
                <w:color w:val="000000"/>
                <w:sz w:val="24"/>
                <w:szCs w:val="24"/>
              </w:rPr>
            </w:pPr>
            <w:r w:rsidRPr="0000222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rPr>
                <w:color w:val="000000"/>
                <w:sz w:val="24"/>
                <w:szCs w:val="24"/>
              </w:rPr>
            </w:pPr>
            <w:r w:rsidRPr="0000222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rPr>
                <w:color w:val="000000"/>
                <w:sz w:val="24"/>
                <w:szCs w:val="24"/>
              </w:rPr>
            </w:pPr>
            <w:r w:rsidRPr="0000222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rPr>
                <w:color w:val="000000"/>
                <w:sz w:val="24"/>
                <w:szCs w:val="24"/>
              </w:rPr>
            </w:pPr>
            <w:r w:rsidRPr="0000222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rPr>
                <w:color w:val="000000"/>
                <w:sz w:val="24"/>
                <w:szCs w:val="24"/>
              </w:rPr>
            </w:pPr>
            <w:r w:rsidRPr="0000222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rPr>
                <w:color w:val="000000"/>
                <w:sz w:val="24"/>
                <w:szCs w:val="24"/>
              </w:rPr>
            </w:pPr>
            <w:r w:rsidRPr="0000222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rPr>
                <w:color w:val="000000"/>
                <w:sz w:val="24"/>
                <w:szCs w:val="24"/>
              </w:rPr>
            </w:pPr>
            <w:r w:rsidRPr="0000222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rPr>
                <w:color w:val="000000"/>
                <w:sz w:val="24"/>
                <w:szCs w:val="24"/>
              </w:rPr>
            </w:pPr>
            <w:r w:rsidRPr="00002227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F3AA1" w:rsidRPr="00002227" w:rsidTr="00CF3AA1">
        <w:trPr>
          <w:trHeight w:val="473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02227">
              <w:rPr>
                <w:b/>
                <w:bCs/>
                <w:color w:val="000000"/>
                <w:sz w:val="24"/>
                <w:szCs w:val="24"/>
              </w:rPr>
              <w:t>Муниципальный долг</w:t>
            </w:r>
            <w:r w:rsidRPr="00002227">
              <w:rPr>
                <w:b/>
                <w:bCs/>
                <w:color w:val="000000"/>
                <w:sz w:val="24"/>
                <w:szCs w:val="24"/>
              </w:rPr>
              <w:br/>
              <w:t>на конец года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rPr>
                <w:color w:val="000000"/>
                <w:sz w:val="24"/>
                <w:szCs w:val="24"/>
              </w:rPr>
            </w:pPr>
            <w:r w:rsidRPr="0000222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rPr>
                <w:color w:val="000000"/>
                <w:sz w:val="24"/>
                <w:szCs w:val="24"/>
              </w:rPr>
            </w:pPr>
            <w:r w:rsidRPr="0000222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rPr>
                <w:color w:val="000000"/>
                <w:sz w:val="24"/>
                <w:szCs w:val="24"/>
              </w:rPr>
            </w:pPr>
            <w:r w:rsidRPr="0000222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rPr>
                <w:color w:val="000000"/>
                <w:sz w:val="24"/>
                <w:szCs w:val="24"/>
              </w:rPr>
            </w:pPr>
            <w:r w:rsidRPr="0000222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rPr>
                <w:color w:val="000000"/>
                <w:sz w:val="24"/>
                <w:szCs w:val="24"/>
              </w:rPr>
            </w:pPr>
            <w:r w:rsidRPr="0000222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rPr>
                <w:color w:val="000000"/>
                <w:sz w:val="24"/>
                <w:szCs w:val="24"/>
              </w:rPr>
            </w:pPr>
            <w:r w:rsidRPr="0000222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rPr>
                <w:color w:val="000000"/>
                <w:sz w:val="24"/>
                <w:szCs w:val="24"/>
              </w:rPr>
            </w:pPr>
            <w:r w:rsidRPr="0000222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rPr>
                <w:color w:val="000000"/>
                <w:sz w:val="24"/>
                <w:szCs w:val="24"/>
              </w:rPr>
            </w:pPr>
            <w:r w:rsidRPr="00002227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F3AA1" w:rsidRPr="00002227" w:rsidTr="00CF3AA1">
        <w:trPr>
          <w:trHeight w:val="797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02227">
              <w:rPr>
                <w:i/>
                <w:iCs/>
                <w:color w:val="000000"/>
                <w:sz w:val="24"/>
                <w:szCs w:val="24"/>
              </w:rPr>
              <w:t>отношение муниципального  долга к объему доходов без учета безвозмездных поступлений, 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rPr>
                <w:i/>
                <w:iCs/>
                <w:color w:val="000000"/>
                <w:sz w:val="24"/>
                <w:szCs w:val="24"/>
              </w:rPr>
            </w:pPr>
            <w:r w:rsidRPr="00002227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rPr>
                <w:i/>
                <w:iCs/>
                <w:color w:val="000000"/>
                <w:sz w:val="24"/>
                <w:szCs w:val="24"/>
              </w:rPr>
            </w:pPr>
            <w:r w:rsidRPr="00002227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rPr>
                <w:i/>
                <w:iCs/>
                <w:color w:val="000000"/>
                <w:sz w:val="24"/>
                <w:szCs w:val="24"/>
              </w:rPr>
            </w:pPr>
            <w:r w:rsidRPr="00002227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rPr>
                <w:i/>
                <w:iCs/>
                <w:color w:val="000000"/>
                <w:sz w:val="24"/>
                <w:szCs w:val="24"/>
              </w:rPr>
            </w:pPr>
            <w:r w:rsidRPr="00002227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rPr>
                <w:i/>
                <w:iCs/>
                <w:color w:val="000000"/>
                <w:sz w:val="24"/>
                <w:szCs w:val="24"/>
              </w:rPr>
            </w:pPr>
            <w:r w:rsidRPr="00002227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rPr>
                <w:i/>
                <w:iCs/>
                <w:color w:val="000000"/>
                <w:sz w:val="24"/>
                <w:szCs w:val="24"/>
              </w:rPr>
            </w:pPr>
            <w:r w:rsidRPr="00002227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rPr>
                <w:i/>
                <w:iCs/>
                <w:color w:val="000000"/>
                <w:sz w:val="24"/>
                <w:szCs w:val="24"/>
              </w:rPr>
            </w:pPr>
            <w:r w:rsidRPr="00002227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AA1" w:rsidRPr="00002227" w:rsidRDefault="00CF3AA1" w:rsidP="00CF3AA1">
            <w:pPr>
              <w:widowControl/>
              <w:rPr>
                <w:i/>
                <w:iCs/>
                <w:color w:val="000000"/>
                <w:sz w:val="24"/>
                <w:szCs w:val="24"/>
              </w:rPr>
            </w:pPr>
            <w:r w:rsidRPr="00002227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</w:tbl>
    <w:p w:rsidR="00BB75F8" w:rsidRDefault="00BB75F8" w:rsidP="00CF3AA1">
      <w:pPr>
        <w:rPr>
          <w:b/>
          <w:sz w:val="26"/>
          <w:szCs w:val="26"/>
        </w:rPr>
      </w:pPr>
    </w:p>
    <w:sectPr w:rsidR="00BB75F8" w:rsidSect="00167F42">
      <w:endnotePr>
        <w:numFmt w:val="decimal"/>
      </w:endnotePr>
      <w:pgSz w:w="11907" w:h="16840"/>
      <w:pgMar w:top="1134" w:right="737" w:bottom="567" w:left="851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098C" w:rsidRDefault="00D9098C">
      <w:r>
        <w:separator/>
      </w:r>
    </w:p>
  </w:endnote>
  <w:endnote w:type="continuationSeparator" w:id="1">
    <w:p w:rsidR="00D9098C" w:rsidRDefault="00D909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098C" w:rsidRDefault="00D9098C">
      <w:r>
        <w:separator/>
      </w:r>
    </w:p>
  </w:footnote>
  <w:footnote w:type="continuationSeparator" w:id="1">
    <w:p w:rsidR="00D9098C" w:rsidRDefault="00D909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B4EFE"/>
    <w:multiLevelType w:val="hybridMultilevel"/>
    <w:tmpl w:val="4858A498"/>
    <w:lvl w:ilvl="0" w:tplc="C6A64A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F754D3"/>
    <w:multiLevelType w:val="hybridMultilevel"/>
    <w:tmpl w:val="F89E7FFC"/>
    <w:lvl w:ilvl="0" w:tplc="D032A80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53B46E17"/>
    <w:multiLevelType w:val="hybridMultilevel"/>
    <w:tmpl w:val="7698394E"/>
    <w:lvl w:ilvl="0" w:tplc="FFFFFFFF">
      <w:start w:val="1"/>
      <w:numFmt w:val="upperRoman"/>
      <w:pStyle w:val="a"/>
      <w:lvlText w:val="%1."/>
      <w:lvlJc w:val="right"/>
      <w:pPr>
        <w:tabs>
          <w:tab w:val="num" w:pos="1315"/>
        </w:tabs>
        <w:ind w:left="1315" w:hanging="180"/>
      </w:pPr>
    </w:lvl>
    <w:lvl w:ilvl="1" w:tplc="FFFFFFFF">
      <w:numFmt w:val="none"/>
      <w:lvlText w:val=""/>
      <w:lvlJc w:val="left"/>
      <w:pPr>
        <w:tabs>
          <w:tab w:val="num" w:pos="-1057"/>
        </w:tabs>
      </w:pPr>
    </w:lvl>
    <w:lvl w:ilvl="2" w:tplc="FFFFFFFF">
      <w:numFmt w:val="none"/>
      <w:lvlText w:val=""/>
      <w:lvlJc w:val="left"/>
      <w:pPr>
        <w:tabs>
          <w:tab w:val="num" w:pos="-1057"/>
        </w:tabs>
      </w:pPr>
    </w:lvl>
    <w:lvl w:ilvl="3" w:tplc="FFFFFFFF">
      <w:numFmt w:val="none"/>
      <w:lvlText w:val=""/>
      <w:lvlJc w:val="left"/>
      <w:pPr>
        <w:tabs>
          <w:tab w:val="num" w:pos="-1057"/>
        </w:tabs>
      </w:pPr>
    </w:lvl>
    <w:lvl w:ilvl="4" w:tplc="FFFFFFFF">
      <w:numFmt w:val="none"/>
      <w:lvlText w:val=""/>
      <w:lvlJc w:val="left"/>
      <w:pPr>
        <w:tabs>
          <w:tab w:val="num" w:pos="-1057"/>
        </w:tabs>
      </w:pPr>
    </w:lvl>
    <w:lvl w:ilvl="5" w:tplc="FFFFFFFF">
      <w:numFmt w:val="none"/>
      <w:lvlText w:val=""/>
      <w:lvlJc w:val="left"/>
      <w:pPr>
        <w:tabs>
          <w:tab w:val="num" w:pos="-1057"/>
        </w:tabs>
      </w:pPr>
    </w:lvl>
    <w:lvl w:ilvl="6" w:tplc="FFFFFFFF">
      <w:numFmt w:val="none"/>
      <w:lvlText w:val=""/>
      <w:lvlJc w:val="left"/>
      <w:pPr>
        <w:tabs>
          <w:tab w:val="num" w:pos="-1057"/>
        </w:tabs>
      </w:pPr>
    </w:lvl>
    <w:lvl w:ilvl="7" w:tplc="FFFFFFFF">
      <w:numFmt w:val="none"/>
      <w:lvlText w:val=""/>
      <w:lvlJc w:val="left"/>
      <w:pPr>
        <w:tabs>
          <w:tab w:val="num" w:pos="-1057"/>
        </w:tabs>
      </w:pPr>
    </w:lvl>
    <w:lvl w:ilvl="8" w:tplc="FFFFFFFF">
      <w:numFmt w:val="none"/>
      <w:lvlText w:val=""/>
      <w:lvlJc w:val="left"/>
      <w:pPr>
        <w:tabs>
          <w:tab w:val="num" w:pos="-1057"/>
        </w:tabs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425"/>
  <w:drawingGridHorizontalSpacing w:val="57"/>
  <w:drawingGridVerticalSpacing w:val="57"/>
  <w:doNotUseMarginsForDrawingGridOrigin/>
  <w:drawingGridHorizontalOrigin w:val="1418"/>
  <w:drawingGridVerticalOrigin w:val="1134"/>
  <w:noPunctuationKerning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794120"/>
    <w:rsid w:val="00000E56"/>
    <w:rsid w:val="00002227"/>
    <w:rsid w:val="000039C3"/>
    <w:rsid w:val="0000457F"/>
    <w:rsid w:val="00004F99"/>
    <w:rsid w:val="000051B6"/>
    <w:rsid w:val="00005941"/>
    <w:rsid w:val="000060C8"/>
    <w:rsid w:val="00006419"/>
    <w:rsid w:val="00007326"/>
    <w:rsid w:val="0001040A"/>
    <w:rsid w:val="000105B3"/>
    <w:rsid w:val="000107C6"/>
    <w:rsid w:val="00012518"/>
    <w:rsid w:val="0001331F"/>
    <w:rsid w:val="0001660D"/>
    <w:rsid w:val="000219F0"/>
    <w:rsid w:val="00023658"/>
    <w:rsid w:val="00024472"/>
    <w:rsid w:val="00026F1B"/>
    <w:rsid w:val="0002771F"/>
    <w:rsid w:val="00030072"/>
    <w:rsid w:val="00030EA8"/>
    <w:rsid w:val="000316B2"/>
    <w:rsid w:val="00032E52"/>
    <w:rsid w:val="00036D89"/>
    <w:rsid w:val="00042126"/>
    <w:rsid w:val="000429DB"/>
    <w:rsid w:val="00043EEE"/>
    <w:rsid w:val="0004425E"/>
    <w:rsid w:val="00046F1F"/>
    <w:rsid w:val="000477FE"/>
    <w:rsid w:val="00050B70"/>
    <w:rsid w:val="000563F7"/>
    <w:rsid w:val="000565D9"/>
    <w:rsid w:val="00056FE4"/>
    <w:rsid w:val="00060A5E"/>
    <w:rsid w:val="0006254B"/>
    <w:rsid w:val="00062B72"/>
    <w:rsid w:val="0006407E"/>
    <w:rsid w:val="00064BB3"/>
    <w:rsid w:val="000651C4"/>
    <w:rsid w:val="000657FC"/>
    <w:rsid w:val="00066768"/>
    <w:rsid w:val="00070A85"/>
    <w:rsid w:val="00070B01"/>
    <w:rsid w:val="00072F00"/>
    <w:rsid w:val="0007447F"/>
    <w:rsid w:val="0007594A"/>
    <w:rsid w:val="000777F9"/>
    <w:rsid w:val="00081648"/>
    <w:rsid w:val="00081C35"/>
    <w:rsid w:val="00083409"/>
    <w:rsid w:val="00084AF7"/>
    <w:rsid w:val="00085435"/>
    <w:rsid w:val="0008712F"/>
    <w:rsid w:val="000901FF"/>
    <w:rsid w:val="00093395"/>
    <w:rsid w:val="00096A3E"/>
    <w:rsid w:val="000A0520"/>
    <w:rsid w:val="000A1D1E"/>
    <w:rsid w:val="000A2B16"/>
    <w:rsid w:val="000A3D4F"/>
    <w:rsid w:val="000B0BFD"/>
    <w:rsid w:val="000B4E14"/>
    <w:rsid w:val="000B59FF"/>
    <w:rsid w:val="000C03F8"/>
    <w:rsid w:val="000C5143"/>
    <w:rsid w:val="000C5942"/>
    <w:rsid w:val="000C7BC0"/>
    <w:rsid w:val="000D4394"/>
    <w:rsid w:val="000D5A9A"/>
    <w:rsid w:val="000D68FC"/>
    <w:rsid w:val="000D6EF5"/>
    <w:rsid w:val="000E0427"/>
    <w:rsid w:val="000E4331"/>
    <w:rsid w:val="000E7336"/>
    <w:rsid w:val="000F0DBF"/>
    <w:rsid w:val="000F11E1"/>
    <w:rsid w:val="000F1F49"/>
    <w:rsid w:val="000F641F"/>
    <w:rsid w:val="000F7FA5"/>
    <w:rsid w:val="001001F9"/>
    <w:rsid w:val="00101627"/>
    <w:rsid w:val="00103941"/>
    <w:rsid w:val="00103D5E"/>
    <w:rsid w:val="00103FF0"/>
    <w:rsid w:val="00104C2A"/>
    <w:rsid w:val="00106324"/>
    <w:rsid w:val="0011057E"/>
    <w:rsid w:val="00110FDE"/>
    <w:rsid w:val="0011122D"/>
    <w:rsid w:val="00112212"/>
    <w:rsid w:val="00112CC0"/>
    <w:rsid w:val="00113096"/>
    <w:rsid w:val="0011497F"/>
    <w:rsid w:val="00116137"/>
    <w:rsid w:val="00116D98"/>
    <w:rsid w:val="0012114D"/>
    <w:rsid w:val="00121746"/>
    <w:rsid w:val="00122A50"/>
    <w:rsid w:val="00124DAF"/>
    <w:rsid w:val="001253F2"/>
    <w:rsid w:val="001264E9"/>
    <w:rsid w:val="00126F41"/>
    <w:rsid w:val="0013231F"/>
    <w:rsid w:val="00133D6F"/>
    <w:rsid w:val="001341B0"/>
    <w:rsid w:val="00135432"/>
    <w:rsid w:val="00140EBB"/>
    <w:rsid w:val="00141BB8"/>
    <w:rsid w:val="00145292"/>
    <w:rsid w:val="00146D92"/>
    <w:rsid w:val="00151BB1"/>
    <w:rsid w:val="00151E08"/>
    <w:rsid w:val="00152E69"/>
    <w:rsid w:val="00152FEE"/>
    <w:rsid w:val="00155D8E"/>
    <w:rsid w:val="001577A4"/>
    <w:rsid w:val="001578B7"/>
    <w:rsid w:val="00162AB2"/>
    <w:rsid w:val="00163F4C"/>
    <w:rsid w:val="00167F42"/>
    <w:rsid w:val="00171139"/>
    <w:rsid w:val="0017561A"/>
    <w:rsid w:val="00176115"/>
    <w:rsid w:val="00177BFB"/>
    <w:rsid w:val="00180E0D"/>
    <w:rsid w:val="00181BDC"/>
    <w:rsid w:val="00182864"/>
    <w:rsid w:val="001969EA"/>
    <w:rsid w:val="00197449"/>
    <w:rsid w:val="00197FEA"/>
    <w:rsid w:val="001A0BC0"/>
    <w:rsid w:val="001A2D25"/>
    <w:rsid w:val="001A44C9"/>
    <w:rsid w:val="001A5C0C"/>
    <w:rsid w:val="001B390C"/>
    <w:rsid w:val="001B3E34"/>
    <w:rsid w:val="001B4227"/>
    <w:rsid w:val="001B43B9"/>
    <w:rsid w:val="001B4E9D"/>
    <w:rsid w:val="001C3BD4"/>
    <w:rsid w:val="001D0C80"/>
    <w:rsid w:val="001D0EF8"/>
    <w:rsid w:val="001D1996"/>
    <w:rsid w:val="001D2D43"/>
    <w:rsid w:val="001D4A2C"/>
    <w:rsid w:val="001E1CB8"/>
    <w:rsid w:val="001E3EEC"/>
    <w:rsid w:val="001E4806"/>
    <w:rsid w:val="001E4DD9"/>
    <w:rsid w:val="001E5FA8"/>
    <w:rsid w:val="001E66CB"/>
    <w:rsid w:val="001E6F2F"/>
    <w:rsid w:val="001E7003"/>
    <w:rsid w:val="001E7868"/>
    <w:rsid w:val="001F201C"/>
    <w:rsid w:val="001F6161"/>
    <w:rsid w:val="002009F2"/>
    <w:rsid w:val="002015AD"/>
    <w:rsid w:val="00201CD4"/>
    <w:rsid w:val="00202061"/>
    <w:rsid w:val="0020237E"/>
    <w:rsid w:val="002025B7"/>
    <w:rsid w:val="00203C41"/>
    <w:rsid w:val="00206A6F"/>
    <w:rsid w:val="002071AE"/>
    <w:rsid w:val="002108E8"/>
    <w:rsid w:val="002127CB"/>
    <w:rsid w:val="002131E1"/>
    <w:rsid w:val="00214734"/>
    <w:rsid w:val="00215F4D"/>
    <w:rsid w:val="00216EA0"/>
    <w:rsid w:val="00217BBB"/>
    <w:rsid w:val="00220151"/>
    <w:rsid w:val="0022276E"/>
    <w:rsid w:val="002229A1"/>
    <w:rsid w:val="00224AF9"/>
    <w:rsid w:val="00227B7E"/>
    <w:rsid w:val="00230802"/>
    <w:rsid w:val="00231653"/>
    <w:rsid w:val="0023231B"/>
    <w:rsid w:val="00234D80"/>
    <w:rsid w:val="00240772"/>
    <w:rsid w:val="00243141"/>
    <w:rsid w:val="002431CC"/>
    <w:rsid w:val="00246020"/>
    <w:rsid w:val="002469BA"/>
    <w:rsid w:val="00260318"/>
    <w:rsid w:val="00260671"/>
    <w:rsid w:val="00261AF0"/>
    <w:rsid w:val="00263864"/>
    <w:rsid w:val="00264B21"/>
    <w:rsid w:val="00264BE9"/>
    <w:rsid w:val="00264F48"/>
    <w:rsid w:val="00265495"/>
    <w:rsid w:val="00267184"/>
    <w:rsid w:val="002725D1"/>
    <w:rsid w:val="00274C79"/>
    <w:rsid w:val="00275921"/>
    <w:rsid w:val="00275B42"/>
    <w:rsid w:val="00283571"/>
    <w:rsid w:val="00283B1E"/>
    <w:rsid w:val="00283FF0"/>
    <w:rsid w:val="00284683"/>
    <w:rsid w:val="0029163F"/>
    <w:rsid w:val="0029238A"/>
    <w:rsid w:val="00294256"/>
    <w:rsid w:val="00294A4A"/>
    <w:rsid w:val="002956CB"/>
    <w:rsid w:val="0029741A"/>
    <w:rsid w:val="002A2990"/>
    <w:rsid w:val="002A35C5"/>
    <w:rsid w:val="002A3C0E"/>
    <w:rsid w:val="002A4B11"/>
    <w:rsid w:val="002A6B99"/>
    <w:rsid w:val="002B0122"/>
    <w:rsid w:val="002B560B"/>
    <w:rsid w:val="002B7FEF"/>
    <w:rsid w:val="002C03AC"/>
    <w:rsid w:val="002C1323"/>
    <w:rsid w:val="002C4613"/>
    <w:rsid w:val="002C61FD"/>
    <w:rsid w:val="002D3464"/>
    <w:rsid w:val="002D6568"/>
    <w:rsid w:val="002E6D09"/>
    <w:rsid w:val="002E7FDB"/>
    <w:rsid w:val="002F079E"/>
    <w:rsid w:val="002F5978"/>
    <w:rsid w:val="002F5ACF"/>
    <w:rsid w:val="002F6524"/>
    <w:rsid w:val="002F70DB"/>
    <w:rsid w:val="003015CE"/>
    <w:rsid w:val="00301D65"/>
    <w:rsid w:val="003067FF"/>
    <w:rsid w:val="00307A03"/>
    <w:rsid w:val="0031018B"/>
    <w:rsid w:val="00310250"/>
    <w:rsid w:val="003130A5"/>
    <w:rsid w:val="0031449A"/>
    <w:rsid w:val="0031503D"/>
    <w:rsid w:val="00316C4E"/>
    <w:rsid w:val="00317978"/>
    <w:rsid w:val="00317AB2"/>
    <w:rsid w:val="00323E6B"/>
    <w:rsid w:val="0032692E"/>
    <w:rsid w:val="00331BA0"/>
    <w:rsid w:val="00333F5A"/>
    <w:rsid w:val="00334BF9"/>
    <w:rsid w:val="00336B56"/>
    <w:rsid w:val="003400F9"/>
    <w:rsid w:val="0034065B"/>
    <w:rsid w:val="00340C1C"/>
    <w:rsid w:val="00340D9A"/>
    <w:rsid w:val="003427F9"/>
    <w:rsid w:val="00346995"/>
    <w:rsid w:val="00346A24"/>
    <w:rsid w:val="00347893"/>
    <w:rsid w:val="00347B04"/>
    <w:rsid w:val="00350AA1"/>
    <w:rsid w:val="00350DF2"/>
    <w:rsid w:val="00351CE8"/>
    <w:rsid w:val="00353B35"/>
    <w:rsid w:val="003545F4"/>
    <w:rsid w:val="00354ED5"/>
    <w:rsid w:val="00360851"/>
    <w:rsid w:val="0036295A"/>
    <w:rsid w:val="00362DCA"/>
    <w:rsid w:val="00363C85"/>
    <w:rsid w:val="00363F1D"/>
    <w:rsid w:val="00364292"/>
    <w:rsid w:val="00365D22"/>
    <w:rsid w:val="0036665B"/>
    <w:rsid w:val="00366B49"/>
    <w:rsid w:val="00370082"/>
    <w:rsid w:val="003714D1"/>
    <w:rsid w:val="00373CE6"/>
    <w:rsid w:val="0037456B"/>
    <w:rsid w:val="003754B3"/>
    <w:rsid w:val="0038007F"/>
    <w:rsid w:val="003804B2"/>
    <w:rsid w:val="00381D01"/>
    <w:rsid w:val="00382AD4"/>
    <w:rsid w:val="00383474"/>
    <w:rsid w:val="00383887"/>
    <w:rsid w:val="003863CB"/>
    <w:rsid w:val="00386C4D"/>
    <w:rsid w:val="003902CC"/>
    <w:rsid w:val="003918C7"/>
    <w:rsid w:val="00393234"/>
    <w:rsid w:val="00393829"/>
    <w:rsid w:val="00393BE0"/>
    <w:rsid w:val="00394B94"/>
    <w:rsid w:val="00395346"/>
    <w:rsid w:val="003A0295"/>
    <w:rsid w:val="003A21EA"/>
    <w:rsid w:val="003A46FF"/>
    <w:rsid w:val="003A75CB"/>
    <w:rsid w:val="003B34C9"/>
    <w:rsid w:val="003B4A9B"/>
    <w:rsid w:val="003B62CC"/>
    <w:rsid w:val="003B6315"/>
    <w:rsid w:val="003B68C8"/>
    <w:rsid w:val="003B748D"/>
    <w:rsid w:val="003C06BD"/>
    <w:rsid w:val="003C0C71"/>
    <w:rsid w:val="003C25E2"/>
    <w:rsid w:val="003C3683"/>
    <w:rsid w:val="003C4B93"/>
    <w:rsid w:val="003C55DC"/>
    <w:rsid w:val="003D1AAC"/>
    <w:rsid w:val="003D3B5F"/>
    <w:rsid w:val="003D4460"/>
    <w:rsid w:val="003E1199"/>
    <w:rsid w:val="003E3238"/>
    <w:rsid w:val="003E44C9"/>
    <w:rsid w:val="003E6DAC"/>
    <w:rsid w:val="003E715D"/>
    <w:rsid w:val="003F18F9"/>
    <w:rsid w:val="003F19C8"/>
    <w:rsid w:val="003F5170"/>
    <w:rsid w:val="003F52AE"/>
    <w:rsid w:val="003F6119"/>
    <w:rsid w:val="003F6A1E"/>
    <w:rsid w:val="003F6AA1"/>
    <w:rsid w:val="003F727C"/>
    <w:rsid w:val="004009F1"/>
    <w:rsid w:val="004020E7"/>
    <w:rsid w:val="00402BB3"/>
    <w:rsid w:val="004108D0"/>
    <w:rsid w:val="00410DFB"/>
    <w:rsid w:val="00411CD4"/>
    <w:rsid w:val="004137AC"/>
    <w:rsid w:val="00414096"/>
    <w:rsid w:val="0041501F"/>
    <w:rsid w:val="00415874"/>
    <w:rsid w:val="00415A07"/>
    <w:rsid w:val="00421E16"/>
    <w:rsid w:val="004220BA"/>
    <w:rsid w:val="004224F7"/>
    <w:rsid w:val="0042783A"/>
    <w:rsid w:val="00430E53"/>
    <w:rsid w:val="004324EA"/>
    <w:rsid w:val="004332CF"/>
    <w:rsid w:val="004339CD"/>
    <w:rsid w:val="00433A32"/>
    <w:rsid w:val="00433CB5"/>
    <w:rsid w:val="00434516"/>
    <w:rsid w:val="00434B1C"/>
    <w:rsid w:val="00434C52"/>
    <w:rsid w:val="004364A2"/>
    <w:rsid w:val="00436CF9"/>
    <w:rsid w:val="00437642"/>
    <w:rsid w:val="00440320"/>
    <w:rsid w:val="004415A6"/>
    <w:rsid w:val="004418FF"/>
    <w:rsid w:val="00443DE7"/>
    <w:rsid w:val="004543E4"/>
    <w:rsid w:val="00454D0B"/>
    <w:rsid w:val="0045788A"/>
    <w:rsid w:val="00460D10"/>
    <w:rsid w:val="00462EFE"/>
    <w:rsid w:val="004637DE"/>
    <w:rsid w:val="00464499"/>
    <w:rsid w:val="00465DED"/>
    <w:rsid w:val="00467ED6"/>
    <w:rsid w:val="00471023"/>
    <w:rsid w:val="0047193A"/>
    <w:rsid w:val="00471C84"/>
    <w:rsid w:val="0047500D"/>
    <w:rsid w:val="004750CA"/>
    <w:rsid w:val="00475E87"/>
    <w:rsid w:val="004763AE"/>
    <w:rsid w:val="00477C52"/>
    <w:rsid w:val="00477D0A"/>
    <w:rsid w:val="00481E55"/>
    <w:rsid w:val="00481E66"/>
    <w:rsid w:val="00490B1C"/>
    <w:rsid w:val="00492292"/>
    <w:rsid w:val="004934DF"/>
    <w:rsid w:val="00495CF8"/>
    <w:rsid w:val="00495DB9"/>
    <w:rsid w:val="0049666D"/>
    <w:rsid w:val="00496B9A"/>
    <w:rsid w:val="00497880"/>
    <w:rsid w:val="004978DD"/>
    <w:rsid w:val="00497E75"/>
    <w:rsid w:val="004A05D8"/>
    <w:rsid w:val="004A0C96"/>
    <w:rsid w:val="004A1B8F"/>
    <w:rsid w:val="004A4EFA"/>
    <w:rsid w:val="004A5031"/>
    <w:rsid w:val="004B0D76"/>
    <w:rsid w:val="004B245B"/>
    <w:rsid w:val="004B30AA"/>
    <w:rsid w:val="004B33F6"/>
    <w:rsid w:val="004B595A"/>
    <w:rsid w:val="004B71B9"/>
    <w:rsid w:val="004B76F1"/>
    <w:rsid w:val="004C0FCB"/>
    <w:rsid w:val="004C3486"/>
    <w:rsid w:val="004C3548"/>
    <w:rsid w:val="004C3F4C"/>
    <w:rsid w:val="004C5E32"/>
    <w:rsid w:val="004C6195"/>
    <w:rsid w:val="004C629F"/>
    <w:rsid w:val="004D0BEC"/>
    <w:rsid w:val="004D720A"/>
    <w:rsid w:val="004D722E"/>
    <w:rsid w:val="004E1863"/>
    <w:rsid w:val="004E6E4B"/>
    <w:rsid w:val="004F1F16"/>
    <w:rsid w:val="004F3CED"/>
    <w:rsid w:val="00504782"/>
    <w:rsid w:val="005102C2"/>
    <w:rsid w:val="00511309"/>
    <w:rsid w:val="00512341"/>
    <w:rsid w:val="00513928"/>
    <w:rsid w:val="00513A11"/>
    <w:rsid w:val="00514296"/>
    <w:rsid w:val="00514799"/>
    <w:rsid w:val="005167B2"/>
    <w:rsid w:val="0051794E"/>
    <w:rsid w:val="00520084"/>
    <w:rsid w:val="0052044A"/>
    <w:rsid w:val="00520D3E"/>
    <w:rsid w:val="00527A4C"/>
    <w:rsid w:val="00536DE5"/>
    <w:rsid w:val="00540805"/>
    <w:rsid w:val="00543AE0"/>
    <w:rsid w:val="005449C9"/>
    <w:rsid w:val="005453B0"/>
    <w:rsid w:val="00545B04"/>
    <w:rsid w:val="005477F7"/>
    <w:rsid w:val="00551F8A"/>
    <w:rsid w:val="005619C4"/>
    <w:rsid w:val="00562085"/>
    <w:rsid w:val="00562626"/>
    <w:rsid w:val="00562F96"/>
    <w:rsid w:val="005632A5"/>
    <w:rsid w:val="00564D9E"/>
    <w:rsid w:val="00565723"/>
    <w:rsid w:val="005658A2"/>
    <w:rsid w:val="00566FA4"/>
    <w:rsid w:val="005671B8"/>
    <w:rsid w:val="005704B4"/>
    <w:rsid w:val="0057460C"/>
    <w:rsid w:val="00576897"/>
    <w:rsid w:val="00576E98"/>
    <w:rsid w:val="00577AB0"/>
    <w:rsid w:val="00581AC1"/>
    <w:rsid w:val="00585B26"/>
    <w:rsid w:val="005935A5"/>
    <w:rsid w:val="005A072C"/>
    <w:rsid w:val="005A09CA"/>
    <w:rsid w:val="005A2348"/>
    <w:rsid w:val="005A471A"/>
    <w:rsid w:val="005A5F2A"/>
    <w:rsid w:val="005A7D55"/>
    <w:rsid w:val="005B5084"/>
    <w:rsid w:val="005C1EBD"/>
    <w:rsid w:val="005C415F"/>
    <w:rsid w:val="005C55EA"/>
    <w:rsid w:val="005D18B9"/>
    <w:rsid w:val="005D37AB"/>
    <w:rsid w:val="005D78E8"/>
    <w:rsid w:val="005E4105"/>
    <w:rsid w:val="005E4688"/>
    <w:rsid w:val="005E510A"/>
    <w:rsid w:val="005E6339"/>
    <w:rsid w:val="005E6B7D"/>
    <w:rsid w:val="005E7C79"/>
    <w:rsid w:val="005F0FBE"/>
    <w:rsid w:val="005F116F"/>
    <w:rsid w:val="005F1173"/>
    <w:rsid w:val="005F117B"/>
    <w:rsid w:val="005F4CC8"/>
    <w:rsid w:val="005F5FBA"/>
    <w:rsid w:val="00603F7B"/>
    <w:rsid w:val="0060553C"/>
    <w:rsid w:val="00606DC6"/>
    <w:rsid w:val="00607414"/>
    <w:rsid w:val="006103D0"/>
    <w:rsid w:val="006109EC"/>
    <w:rsid w:val="00610D99"/>
    <w:rsid w:val="006146BF"/>
    <w:rsid w:val="0061577C"/>
    <w:rsid w:val="00617093"/>
    <w:rsid w:val="00617288"/>
    <w:rsid w:val="0062279A"/>
    <w:rsid w:val="00622E76"/>
    <w:rsid w:val="00624C78"/>
    <w:rsid w:val="006254C9"/>
    <w:rsid w:val="00627690"/>
    <w:rsid w:val="00635510"/>
    <w:rsid w:val="00635A43"/>
    <w:rsid w:val="00635C24"/>
    <w:rsid w:val="00641C2F"/>
    <w:rsid w:val="006446A9"/>
    <w:rsid w:val="00647124"/>
    <w:rsid w:val="00647D2A"/>
    <w:rsid w:val="00652A72"/>
    <w:rsid w:val="00652BFD"/>
    <w:rsid w:val="00654B32"/>
    <w:rsid w:val="0065781F"/>
    <w:rsid w:val="00663F0E"/>
    <w:rsid w:val="00664572"/>
    <w:rsid w:val="00666448"/>
    <w:rsid w:val="006672F6"/>
    <w:rsid w:val="006679B7"/>
    <w:rsid w:val="00670BAD"/>
    <w:rsid w:val="006733E8"/>
    <w:rsid w:val="00675BF1"/>
    <w:rsid w:val="00676CF8"/>
    <w:rsid w:val="0067745E"/>
    <w:rsid w:val="00681B07"/>
    <w:rsid w:val="00681B73"/>
    <w:rsid w:val="006820BB"/>
    <w:rsid w:val="006908B4"/>
    <w:rsid w:val="00690C4F"/>
    <w:rsid w:val="00690F7F"/>
    <w:rsid w:val="0069271C"/>
    <w:rsid w:val="00693D5E"/>
    <w:rsid w:val="006943BA"/>
    <w:rsid w:val="00694F04"/>
    <w:rsid w:val="00696D9F"/>
    <w:rsid w:val="00696E7C"/>
    <w:rsid w:val="006972D9"/>
    <w:rsid w:val="006A37F8"/>
    <w:rsid w:val="006B0049"/>
    <w:rsid w:val="006B1F9A"/>
    <w:rsid w:val="006B2892"/>
    <w:rsid w:val="006B3010"/>
    <w:rsid w:val="006B5525"/>
    <w:rsid w:val="006C0BF4"/>
    <w:rsid w:val="006C23E9"/>
    <w:rsid w:val="006C24B7"/>
    <w:rsid w:val="006C3DE3"/>
    <w:rsid w:val="006C59EA"/>
    <w:rsid w:val="006C70BA"/>
    <w:rsid w:val="006D093D"/>
    <w:rsid w:val="006D25D9"/>
    <w:rsid w:val="006D42CA"/>
    <w:rsid w:val="006D698A"/>
    <w:rsid w:val="006E02CF"/>
    <w:rsid w:val="006E0A7B"/>
    <w:rsid w:val="006E1C60"/>
    <w:rsid w:val="006E1DFE"/>
    <w:rsid w:val="006E3E3D"/>
    <w:rsid w:val="006E61F8"/>
    <w:rsid w:val="006F11DF"/>
    <w:rsid w:val="006F144A"/>
    <w:rsid w:val="006F17A2"/>
    <w:rsid w:val="006F4055"/>
    <w:rsid w:val="006F41F1"/>
    <w:rsid w:val="006F4407"/>
    <w:rsid w:val="006F61F0"/>
    <w:rsid w:val="0070087D"/>
    <w:rsid w:val="00701250"/>
    <w:rsid w:val="0070171E"/>
    <w:rsid w:val="007023E3"/>
    <w:rsid w:val="00703E08"/>
    <w:rsid w:val="00705854"/>
    <w:rsid w:val="00706E9D"/>
    <w:rsid w:val="007070B8"/>
    <w:rsid w:val="0071099F"/>
    <w:rsid w:val="007129E6"/>
    <w:rsid w:val="00716368"/>
    <w:rsid w:val="007207EC"/>
    <w:rsid w:val="00720D22"/>
    <w:rsid w:val="00721592"/>
    <w:rsid w:val="0072164E"/>
    <w:rsid w:val="00721C21"/>
    <w:rsid w:val="00722F9B"/>
    <w:rsid w:val="00724A8E"/>
    <w:rsid w:val="007268DB"/>
    <w:rsid w:val="007276C5"/>
    <w:rsid w:val="00727CC3"/>
    <w:rsid w:val="00730649"/>
    <w:rsid w:val="00731239"/>
    <w:rsid w:val="0073132F"/>
    <w:rsid w:val="00731FA1"/>
    <w:rsid w:val="00732091"/>
    <w:rsid w:val="00733856"/>
    <w:rsid w:val="0073463A"/>
    <w:rsid w:val="007355D4"/>
    <w:rsid w:val="00735716"/>
    <w:rsid w:val="00736521"/>
    <w:rsid w:val="00736B08"/>
    <w:rsid w:val="007400C8"/>
    <w:rsid w:val="0074096D"/>
    <w:rsid w:val="00740ABD"/>
    <w:rsid w:val="0074158B"/>
    <w:rsid w:val="007424D1"/>
    <w:rsid w:val="00742FCB"/>
    <w:rsid w:val="00746CFE"/>
    <w:rsid w:val="00750FF3"/>
    <w:rsid w:val="007526B7"/>
    <w:rsid w:val="00754C7A"/>
    <w:rsid w:val="00756BB1"/>
    <w:rsid w:val="00756C3B"/>
    <w:rsid w:val="00757246"/>
    <w:rsid w:val="00761394"/>
    <w:rsid w:val="00764D08"/>
    <w:rsid w:val="00765685"/>
    <w:rsid w:val="00765D26"/>
    <w:rsid w:val="00767064"/>
    <w:rsid w:val="00770D07"/>
    <w:rsid w:val="007714F4"/>
    <w:rsid w:val="007739DE"/>
    <w:rsid w:val="00776220"/>
    <w:rsid w:val="00780B63"/>
    <w:rsid w:val="00780F84"/>
    <w:rsid w:val="007823C7"/>
    <w:rsid w:val="007831EA"/>
    <w:rsid w:val="007857E8"/>
    <w:rsid w:val="00790566"/>
    <w:rsid w:val="0079071E"/>
    <w:rsid w:val="0079385B"/>
    <w:rsid w:val="00794120"/>
    <w:rsid w:val="007964D7"/>
    <w:rsid w:val="007A2F93"/>
    <w:rsid w:val="007A5D64"/>
    <w:rsid w:val="007A76A4"/>
    <w:rsid w:val="007A7814"/>
    <w:rsid w:val="007B6FD4"/>
    <w:rsid w:val="007C07C9"/>
    <w:rsid w:val="007C4528"/>
    <w:rsid w:val="007C4E8B"/>
    <w:rsid w:val="007C71AC"/>
    <w:rsid w:val="007C7B24"/>
    <w:rsid w:val="007D2C7C"/>
    <w:rsid w:val="007D2FAE"/>
    <w:rsid w:val="007D4C2D"/>
    <w:rsid w:val="007D6388"/>
    <w:rsid w:val="007D76B8"/>
    <w:rsid w:val="007E1D89"/>
    <w:rsid w:val="007E4334"/>
    <w:rsid w:val="007E4397"/>
    <w:rsid w:val="007E5C02"/>
    <w:rsid w:val="007E7472"/>
    <w:rsid w:val="007E7F32"/>
    <w:rsid w:val="007F0B6F"/>
    <w:rsid w:val="007F13CE"/>
    <w:rsid w:val="007F48EA"/>
    <w:rsid w:val="00803342"/>
    <w:rsid w:val="00805497"/>
    <w:rsid w:val="00805AD9"/>
    <w:rsid w:val="008121B9"/>
    <w:rsid w:val="00813029"/>
    <w:rsid w:val="00813745"/>
    <w:rsid w:val="008149DC"/>
    <w:rsid w:val="00815CC9"/>
    <w:rsid w:val="008247E5"/>
    <w:rsid w:val="008249AB"/>
    <w:rsid w:val="00830259"/>
    <w:rsid w:val="008318AC"/>
    <w:rsid w:val="008322EE"/>
    <w:rsid w:val="00833E84"/>
    <w:rsid w:val="00836E71"/>
    <w:rsid w:val="008426D2"/>
    <w:rsid w:val="008428E8"/>
    <w:rsid w:val="0084499E"/>
    <w:rsid w:val="00846A57"/>
    <w:rsid w:val="00846C9F"/>
    <w:rsid w:val="00847445"/>
    <w:rsid w:val="0084774A"/>
    <w:rsid w:val="00847DF1"/>
    <w:rsid w:val="00850782"/>
    <w:rsid w:val="00851B47"/>
    <w:rsid w:val="00854596"/>
    <w:rsid w:val="00854921"/>
    <w:rsid w:val="008561C0"/>
    <w:rsid w:val="008606BD"/>
    <w:rsid w:val="008614EF"/>
    <w:rsid w:val="00865C92"/>
    <w:rsid w:val="00865E34"/>
    <w:rsid w:val="00866057"/>
    <w:rsid w:val="00867385"/>
    <w:rsid w:val="0086784E"/>
    <w:rsid w:val="0088131C"/>
    <w:rsid w:val="00881FE2"/>
    <w:rsid w:val="00882AFE"/>
    <w:rsid w:val="00882D66"/>
    <w:rsid w:val="0088432B"/>
    <w:rsid w:val="008851FF"/>
    <w:rsid w:val="00885F40"/>
    <w:rsid w:val="00886548"/>
    <w:rsid w:val="00893BD5"/>
    <w:rsid w:val="00893E52"/>
    <w:rsid w:val="00895863"/>
    <w:rsid w:val="00897421"/>
    <w:rsid w:val="008A06DC"/>
    <w:rsid w:val="008A21A1"/>
    <w:rsid w:val="008A3649"/>
    <w:rsid w:val="008A3764"/>
    <w:rsid w:val="008A3D44"/>
    <w:rsid w:val="008A4B6F"/>
    <w:rsid w:val="008A4F06"/>
    <w:rsid w:val="008A4FE0"/>
    <w:rsid w:val="008A6EAE"/>
    <w:rsid w:val="008A7281"/>
    <w:rsid w:val="008A7880"/>
    <w:rsid w:val="008A7FBC"/>
    <w:rsid w:val="008B1D37"/>
    <w:rsid w:val="008B1E80"/>
    <w:rsid w:val="008B5818"/>
    <w:rsid w:val="008B60E2"/>
    <w:rsid w:val="008B77FB"/>
    <w:rsid w:val="008B7BFA"/>
    <w:rsid w:val="008C061D"/>
    <w:rsid w:val="008C2841"/>
    <w:rsid w:val="008C2D69"/>
    <w:rsid w:val="008C2F4C"/>
    <w:rsid w:val="008C4C4F"/>
    <w:rsid w:val="008C5AC9"/>
    <w:rsid w:val="008D3D32"/>
    <w:rsid w:val="008D4D69"/>
    <w:rsid w:val="008E0D76"/>
    <w:rsid w:val="008E4E1A"/>
    <w:rsid w:val="008E6153"/>
    <w:rsid w:val="008E6848"/>
    <w:rsid w:val="008F2072"/>
    <w:rsid w:val="008F2078"/>
    <w:rsid w:val="008F49F5"/>
    <w:rsid w:val="008F7EDE"/>
    <w:rsid w:val="0090149E"/>
    <w:rsid w:val="00903126"/>
    <w:rsid w:val="0090396B"/>
    <w:rsid w:val="00904B56"/>
    <w:rsid w:val="00906B7D"/>
    <w:rsid w:val="00907A1A"/>
    <w:rsid w:val="00907B2E"/>
    <w:rsid w:val="00913590"/>
    <w:rsid w:val="00913614"/>
    <w:rsid w:val="00913972"/>
    <w:rsid w:val="00914BBF"/>
    <w:rsid w:val="009201AA"/>
    <w:rsid w:val="00922E5F"/>
    <w:rsid w:val="009241E7"/>
    <w:rsid w:val="00926A6F"/>
    <w:rsid w:val="009272E6"/>
    <w:rsid w:val="00927809"/>
    <w:rsid w:val="00931A76"/>
    <w:rsid w:val="00932811"/>
    <w:rsid w:val="009338C4"/>
    <w:rsid w:val="009347D7"/>
    <w:rsid w:val="00935C7A"/>
    <w:rsid w:val="009430BD"/>
    <w:rsid w:val="00943CBB"/>
    <w:rsid w:val="00947768"/>
    <w:rsid w:val="00947C28"/>
    <w:rsid w:val="009542B8"/>
    <w:rsid w:val="00954C94"/>
    <w:rsid w:val="00955508"/>
    <w:rsid w:val="00956601"/>
    <w:rsid w:val="00957395"/>
    <w:rsid w:val="009630FE"/>
    <w:rsid w:val="0096479D"/>
    <w:rsid w:val="009659E9"/>
    <w:rsid w:val="00965A27"/>
    <w:rsid w:val="00966197"/>
    <w:rsid w:val="00966904"/>
    <w:rsid w:val="009743F3"/>
    <w:rsid w:val="009766CB"/>
    <w:rsid w:val="00976810"/>
    <w:rsid w:val="00976B72"/>
    <w:rsid w:val="00977DD0"/>
    <w:rsid w:val="0098196F"/>
    <w:rsid w:val="0098285E"/>
    <w:rsid w:val="00984B67"/>
    <w:rsid w:val="009905F9"/>
    <w:rsid w:val="00990A0D"/>
    <w:rsid w:val="009926E8"/>
    <w:rsid w:val="009934FB"/>
    <w:rsid w:val="00993B7B"/>
    <w:rsid w:val="00995AF7"/>
    <w:rsid w:val="009A2167"/>
    <w:rsid w:val="009A4AFB"/>
    <w:rsid w:val="009A6376"/>
    <w:rsid w:val="009A68A8"/>
    <w:rsid w:val="009A6E30"/>
    <w:rsid w:val="009A7F49"/>
    <w:rsid w:val="009B0758"/>
    <w:rsid w:val="009B22BC"/>
    <w:rsid w:val="009B3DA5"/>
    <w:rsid w:val="009B5AAE"/>
    <w:rsid w:val="009B74FE"/>
    <w:rsid w:val="009B7F88"/>
    <w:rsid w:val="009C15A1"/>
    <w:rsid w:val="009C7CA4"/>
    <w:rsid w:val="009C7CC6"/>
    <w:rsid w:val="009D078C"/>
    <w:rsid w:val="009D0952"/>
    <w:rsid w:val="009D43EE"/>
    <w:rsid w:val="009D5D67"/>
    <w:rsid w:val="009D605A"/>
    <w:rsid w:val="009E06E0"/>
    <w:rsid w:val="009E27E7"/>
    <w:rsid w:val="009E59FB"/>
    <w:rsid w:val="009F0BC3"/>
    <w:rsid w:val="009F2D82"/>
    <w:rsid w:val="009F4136"/>
    <w:rsid w:val="009F76C7"/>
    <w:rsid w:val="00A018F7"/>
    <w:rsid w:val="00A0392E"/>
    <w:rsid w:val="00A03F60"/>
    <w:rsid w:val="00A0409F"/>
    <w:rsid w:val="00A06051"/>
    <w:rsid w:val="00A0799A"/>
    <w:rsid w:val="00A11172"/>
    <w:rsid w:val="00A11C90"/>
    <w:rsid w:val="00A14A3A"/>
    <w:rsid w:val="00A163D2"/>
    <w:rsid w:val="00A167A5"/>
    <w:rsid w:val="00A178A9"/>
    <w:rsid w:val="00A179A5"/>
    <w:rsid w:val="00A2386C"/>
    <w:rsid w:val="00A244A2"/>
    <w:rsid w:val="00A2486D"/>
    <w:rsid w:val="00A26B18"/>
    <w:rsid w:val="00A309D0"/>
    <w:rsid w:val="00A30A9D"/>
    <w:rsid w:val="00A30EAE"/>
    <w:rsid w:val="00A317A7"/>
    <w:rsid w:val="00A31E58"/>
    <w:rsid w:val="00A36FA5"/>
    <w:rsid w:val="00A4755F"/>
    <w:rsid w:val="00A56B5D"/>
    <w:rsid w:val="00A6296B"/>
    <w:rsid w:val="00A63C58"/>
    <w:rsid w:val="00A644FA"/>
    <w:rsid w:val="00A74C9F"/>
    <w:rsid w:val="00A75C4D"/>
    <w:rsid w:val="00A76924"/>
    <w:rsid w:val="00A83D12"/>
    <w:rsid w:val="00A86BD3"/>
    <w:rsid w:val="00A86DE3"/>
    <w:rsid w:val="00A86F81"/>
    <w:rsid w:val="00A908B2"/>
    <w:rsid w:val="00A91FFD"/>
    <w:rsid w:val="00A92918"/>
    <w:rsid w:val="00A9370A"/>
    <w:rsid w:val="00A94E58"/>
    <w:rsid w:val="00A963E2"/>
    <w:rsid w:val="00A966CE"/>
    <w:rsid w:val="00A97A94"/>
    <w:rsid w:val="00AA09BC"/>
    <w:rsid w:val="00AA35D7"/>
    <w:rsid w:val="00AA3EED"/>
    <w:rsid w:val="00AA6888"/>
    <w:rsid w:val="00AB10DC"/>
    <w:rsid w:val="00AB3AC2"/>
    <w:rsid w:val="00AB6A4D"/>
    <w:rsid w:val="00AB79FE"/>
    <w:rsid w:val="00AB7D58"/>
    <w:rsid w:val="00AC044E"/>
    <w:rsid w:val="00AC0693"/>
    <w:rsid w:val="00AC232D"/>
    <w:rsid w:val="00AC29AB"/>
    <w:rsid w:val="00AC51A0"/>
    <w:rsid w:val="00AC7B82"/>
    <w:rsid w:val="00AC7D38"/>
    <w:rsid w:val="00AD4CE5"/>
    <w:rsid w:val="00AD5CA8"/>
    <w:rsid w:val="00AD7319"/>
    <w:rsid w:val="00AE0F60"/>
    <w:rsid w:val="00AE154E"/>
    <w:rsid w:val="00AE163B"/>
    <w:rsid w:val="00AE45F1"/>
    <w:rsid w:val="00AE49FB"/>
    <w:rsid w:val="00AE6D4F"/>
    <w:rsid w:val="00AF0176"/>
    <w:rsid w:val="00AF05D3"/>
    <w:rsid w:val="00AF1287"/>
    <w:rsid w:val="00AF5667"/>
    <w:rsid w:val="00AF5DE6"/>
    <w:rsid w:val="00AF7FCC"/>
    <w:rsid w:val="00B04FBD"/>
    <w:rsid w:val="00B1055C"/>
    <w:rsid w:val="00B117B8"/>
    <w:rsid w:val="00B12D51"/>
    <w:rsid w:val="00B12F0F"/>
    <w:rsid w:val="00B145FF"/>
    <w:rsid w:val="00B146F8"/>
    <w:rsid w:val="00B151A0"/>
    <w:rsid w:val="00B17A09"/>
    <w:rsid w:val="00B21061"/>
    <w:rsid w:val="00B22C41"/>
    <w:rsid w:val="00B23CF6"/>
    <w:rsid w:val="00B260A8"/>
    <w:rsid w:val="00B27C35"/>
    <w:rsid w:val="00B27C8C"/>
    <w:rsid w:val="00B305B3"/>
    <w:rsid w:val="00B3126A"/>
    <w:rsid w:val="00B32623"/>
    <w:rsid w:val="00B32A82"/>
    <w:rsid w:val="00B338A3"/>
    <w:rsid w:val="00B3545F"/>
    <w:rsid w:val="00B35E5E"/>
    <w:rsid w:val="00B36923"/>
    <w:rsid w:val="00B3784A"/>
    <w:rsid w:val="00B42302"/>
    <w:rsid w:val="00B4235C"/>
    <w:rsid w:val="00B457BC"/>
    <w:rsid w:val="00B45AC8"/>
    <w:rsid w:val="00B50059"/>
    <w:rsid w:val="00B50526"/>
    <w:rsid w:val="00B508EF"/>
    <w:rsid w:val="00B53CF7"/>
    <w:rsid w:val="00B545E0"/>
    <w:rsid w:val="00B55784"/>
    <w:rsid w:val="00B56382"/>
    <w:rsid w:val="00B567EA"/>
    <w:rsid w:val="00B56A21"/>
    <w:rsid w:val="00B57A9D"/>
    <w:rsid w:val="00B614A6"/>
    <w:rsid w:val="00B64AB2"/>
    <w:rsid w:val="00B656B5"/>
    <w:rsid w:val="00B661C7"/>
    <w:rsid w:val="00B702D2"/>
    <w:rsid w:val="00B706FF"/>
    <w:rsid w:val="00B74BDE"/>
    <w:rsid w:val="00B772F2"/>
    <w:rsid w:val="00B77653"/>
    <w:rsid w:val="00B813E5"/>
    <w:rsid w:val="00B828D0"/>
    <w:rsid w:val="00B828F6"/>
    <w:rsid w:val="00B8514F"/>
    <w:rsid w:val="00B87901"/>
    <w:rsid w:val="00B90194"/>
    <w:rsid w:val="00B9381F"/>
    <w:rsid w:val="00B9533B"/>
    <w:rsid w:val="00BA0078"/>
    <w:rsid w:val="00BA014E"/>
    <w:rsid w:val="00BA2871"/>
    <w:rsid w:val="00BA45B3"/>
    <w:rsid w:val="00BA5E6F"/>
    <w:rsid w:val="00BA6E10"/>
    <w:rsid w:val="00BB075B"/>
    <w:rsid w:val="00BB10C9"/>
    <w:rsid w:val="00BB4502"/>
    <w:rsid w:val="00BB45F7"/>
    <w:rsid w:val="00BB56A5"/>
    <w:rsid w:val="00BB6773"/>
    <w:rsid w:val="00BB6B96"/>
    <w:rsid w:val="00BB75F8"/>
    <w:rsid w:val="00BC3945"/>
    <w:rsid w:val="00BC4FA8"/>
    <w:rsid w:val="00BC64A9"/>
    <w:rsid w:val="00BC67EF"/>
    <w:rsid w:val="00BC71D9"/>
    <w:rsid w:val="00BC7547"/>
    <w:rsid w:val="00BC7A31"/>
    <w:rsid w:val="00BD0408"/>
    <w:rsid w:val="00BD1FC2"/>
    <w:rsid w:val="00BD3459"/>
    <w:rsid w:val="00BD45D7"/>
    <w:rsid w:val="00BD5550"/>
    <w:rsid w:val="00BE0180"/>
    <w:rsid w:val="00BF05DC"/>
    <w:rsid w:val="00BF0860"/>
    <w:rsid w:val="00BF0BF6"/>
    <w:rsid w:val="00BF10D5"/>
    <w:rsid w:val="00BF473D"/>
    <w:rsid w:val="00C00A29"/>
    <w:rsid w:val="00C03B0B"/>
    <w:rsid w:val="00C045D5"/>
    <w:rsid w:val="00C04883"/>
    <w:rsid w:val="00C07CD7"/>
    <w:rsid w:val="00C07ED6"/>
    <w:rsid w:val="00C11FA2"/>
    <w:rsid w:val="00C1726C"/>
    <w:rsid w:val="00C17FC0"/>
    <w:rsid w:val="00C30C8F"/>
    <w:rsid w:val="00C32601"/>
    <w:rsid w:val="00C329D1"/>
    <w:rsid w:val="00C348D0"/>
    <w:rsid w:val="00C36280"/>
    <w:rsid w:val="00C37170"/>
    <w:rsid w:val="00C407EC"/>
    <w:rsid w:val="00C45410"/>
    <w:rsid w:val="00C45BDD"/>
    <w:rsid w:val="00C52665"/>
    <w:rsid w:val="00C52E40"/>
    <w:rsid w:val="00C53E0F"/>
    <w:rsid w:val="00C54A84"/>
    <w:rsid w:val="00C577F7"/>
    <w:rsid w:val="00C60E24"/>
    <w:rsid w:val="00C60EF7"/>
    <w:rsid w:val="00C62F81"/>
    <w:rsid w:val="00C65579"/>
    <w:rsid w:val="00C65EA8"/>
    <w:rsid w:val="00C70129"/>
    <w:rsid w:val="00C72EC3"/>
    <w:rsid w:val="00C73C13"/>
    <w:rsid w:val="00C7558D"/>
    <w:rsid w:val="00C761C7"/>
    <w:rsid w:val="00C82AEC"/>
    <w:rsid w:val="00C84F25"/>
    <w:rsid w:val="00C9041D"/>
    <w:rsid w:val="00C93DD5"/>
    <w:rsid w:val="00C96ECE"/>
    <w:rsid w:val="00C97D11"/>
    <w:rsid w:val="00CA1426"/>
    <w:rsid w:val="00CA1CF8"/>
    <w:rsid w:val="00CA364D"/>
    <w:rsid w:val="00CA6239"/>
    <w:rsid w:val="00CB09FD"/>
    <w:rsid w:val="00CB1AAF"/>
    <w:rsid w:val="00CB40C3"/>
    <w:rsid w:val="00CB5413"/>
    <w:rsid w:val="00CB5DEF"/>
    <w:rsid w:val="00CB7802"/>
    <w:rsid w:val="00CB798D"/>
    <w:rsid w:val="00CC1231"/>
    <w:rsid w:val="00CC4844"/>
    <w:rsid w:val="00CD0429"/>
    <w:rsid w:val="00CD0EB6"/>
    <w:rsid w:val="00CD238D"/>
    <w:rsid w:val="00CD5542"/>
    <w:rsid w:val="00CD664A"/>
    <w:rsid w:val="00CE04AE"/>
    <w:rsid w:val="00CE083A"/>
    <w:rsid w:val="00CE1F50"/>
    <w:rsid w:val="00CE231E"/>
    <w:rsid w:val="00CE2D8E"/>
    <w:rsid w:val="00CE7404"/>
    <w:rsid w:val="00CE7B86"/>
    <w:rsid w:val="00CF1ABE"/>
    <w:rsid w:val="00CF3AA1"/>
    <w:rsid w:val="00CF6D55"/>
    <w:rsid w:val="00D00021"/>
    <w:rsid w:val="00D00D9F"/>
    <w:rsid w:val="00D01D6E"/>
    <w:rsid w:val="00D02E52"/>
    <w:rsid w:val="00D03769"/>
    <w:rsid w:val="00D04EC3"/>
    <w:rsid w:val="00D055DC"/>
    <w:rsid w:val="00D05CAD"/>
    <w:rsid w:val="00D05EAE"/>
    <w:rsid w:val="00D10469"/>
    <w:rsid w:val="00D10748"/>
    <w:rsid w:val="00D109CC"/>
    <w:rsid w:val="00D10D74"/>
    <w:rsid w:val="00D11533"/>
    <w:rsid w:val="00D153AA"/>
    <w:rsid w:val="00D153B5"/>
    <w:rsid w:val="00D17280"/>
    <w:rsid w:val="00D203D0"/>
    <w:rsid w:val="00D22AA5"/>
    <w:rsid w:val="00D23015"/>
    <w:rsid w:val="00D23016"/>
    <w:rsid w:val="00D239EE"/>
    <w:rsid w:val="00D24434"/>
    <w:rsid w:val="00D2794B"/>
    <w:rsid w:val="00D30A64"/>
    <w:rsid w:val="00D30B79"/>
    <w:rsid w:val="00D3269B"/>
    <w:rsid w:val="00D344B6"/>
    <w:rsid w:val="00D37E97"/>
    <w:rsid w:val="00D44174"/>
    <w:rsid w:val="00D45944"/>
    <w:rsid w:val="00D471A9"/>
    <w:rsid w:val="00D50725"/>
    <w:rsid w:val="00D5445C"/>
    <w:rsid w:val="00D5452C"/>
    <w:rsid w:val="00D54A79"/>
    <w:rsid w:val="00D55C52"/>
    <w:rsid w:val="00D55EC7"/>
    <w:rsid w:val="00D5669D"/>
    <w:rsid w:val="00D57619"/>
    <w:rsid w:val="00D616D7"/>
    <w:rsid w:val="00D639FA"/>
    <w:rsid w:val="00D66573"/>
    <w:rsid w:val="00D6759C"/>
    <w:rsid w:val="00D72107"/>
    <w:rsid w:val="00D7395D"/>
    <w:rsid w:val="00D752A6"/>
    <w:rsid w:val="00D8068C"/>
    <w:rsid w:val="00D8090F"/>
    <w:rsid w:val="00D9098C"/>
    <w:rsid w:val="00D92387"/>
    <w:rsid w:val="00D9536E"/>
    <w:rsid w:val="00D96E59"/>
    <w:rsid w:val="00D976DD"/>
    <w:rsid w:val="00DA2C4A"/>
    <w:rsid w:val="00DA492A"/>
    <w:rsid w:val="00DA5E12"/>
    <w:rsid w:val="00DA6F2A"/>
    <w:rsid w:val="00DB10A4"/>
    <w:rsid w:val="00DB1235"/>
    <w:rsid w:val="00DB1C4A"/>
    <w:rsid w:val="00DB474E"/>
    <w:rsid w:val="00DC0139"/>
    <w:rsid w:val="00DC0643"/>
    <w:rsid w:val="00DC3CD8"/>
    <w:rsid w:val="00DD1BF8"/>
    <w:rsid w:val="00DD1E0D"/>
    <w:rsid w:val="00DD3CE6"/>
    <w:rsid w:val="00DD3EEA"/>
    <w:rsid w:val="00DD5688"/>
    <w:rsid w:val="00DD717F"/>
    <w:rsid w:val="00DE0662"/>
    <w:rsid w:val="00DE097A"/>
    <w:rsid w:val="00DE3694"/>
    <w:rsid w:val="00DE37EF"/>
    <w:rsid w:val="00DE45EA"/>
    <w:rsid w:val="00DE6078"/>
    <w:rsid w:val="00DE74A2"/>
    <w:rsid w:val="00DF2DB8"/>
    <w:rsid w:val="00DF4A0D"/>
    <w:rsid w:val="00DF4AD3"/>
    <w:rsid w:val="00DF4E75"/>
    <w:rsid w:val="00DF6BCD"/>
    <w:rsid w:val="00DF798B"/>
    <w:rsid w:val="00E0151B"/>
    <w:rsid w:val="00E04522"/>
    <w:rsid w:val="00E10BD9"/>
    <w:rsid w:val="00E112D5"/>
    <w:rsid w:val="00E155E2"/>
    <w:rsid w:val="00E15C0E"/>
    <w:rsid w:val="00E16381"/>
    <w:rsid w:val="00E16528"/>
    <w:rsid w:val="00E172B3"/>
    <w:rsid w:val="00E205D4"/>
    <w:rsid w:val="00E20769"/>
    <w:rsid w:val="00E212BA"/>
    <w:rsid w:val="00E212E3"/>
    <w:rsid w:val="00E216F0"/>
    <w:rsid w:val="00E26601"/>
    <w:rsid w:val="00E31CA6"/>
    <w:rsid w:val="00E3238A"/>
    <w:rsid w:val="00E36E06"/>
    <w:rsid w:val="00E41B85"/>
    <w:rsid w:val="00E44222"/>
    <w:rsid w:val="00E4769E"/>
    <w:rsid w:val="00E51914"/>
    <w:rsid w:val="00E519C4"/>
    <w:rsid w:val="00E52554"/>
    <w:rsid w:val="00E53F6E"/>
    <w:rsid w:val="00E54168"/>
    <w:rsid w:val="00E54794"/>
    <w:rsid w:val="00E561F7"/>
    <w:rsid w:val="00E64B68"/>
    <w:rsid w:val="00E701A3"/>
    <w:rsid w:val="00E719CE"/>
    <w:rsid w:val="00E72264"/>
    <w:rsid w:val="00E725F7"/>
    <w:rsid w:val="00E743BC"/>
    <w:rsid w:val="00E80FE7"/>
    <w:rsid w:val="00E832C5"/>
    <w:rsid w:val="00E83E7D"/>
    <w:rsid w:val="00E854F2"/>
    <w:rsid w:val="00E85B70"/>
    <w:rsid w:val="00E85E48"/>
    <w:rsid w:val="00E86633"/>
    <w:rsid w:val="00E90443"/>
    <w:rsid w:val="00E924AC"/>
    <w:rsid w:val="00E93079"/>
    <w:rsid w:val="00E952F2"/>
    <w:rsid w:val="00E95F45"/>
    <w:rsid w:val="00E97D77"/>
    <w:rsid w:val="00EA3B5A"/>
    <w:rsid w:val="00EA3D74"/>
    <w:rsid w:val="00EB094B"/>
    <w:rsid w:val="00EB1776"/>
    <w:rsid w:val="00EB2DE4"/>
    <w:rsid w:val="00EC2D21"/>
    <w:rsid w:val="00EC3895"/>
    <w:rsid w:val="00EC38F3"/>
    <w:rsid w:val="00EC54FE"/>
    <w:rsid w:val="00EC6DC6"/>
    <w:rsid w:val="00EC72B3"/>
    <w:rsid w:val="00ED155A"/>
    <w:rsid w:val="00ED26F6"/>
    <w:rsid w:val="00ED366B"/>
    <w:rsid w:val="00ED3A37"/>
    <w:rsid w:val="00ED4E61"/>
    <w:rsid w:val="00ED686B"/>
    <w:rsid w:val="00EE0F4F"/>
    <w:rsid w:val="00EE1C97"/>
    <w:rsid w:val="00EE1F14"/>
    <w:rsid w:val="00EE2FAD"/>
    <w:rsid w:val="00EE33C7"/>
    <w:rsid w:val="00EF1B36"/>
    <w:rsid w:val="00EF3169"/>
    <w:rsid w:val="00EF5836"/>
    <w:rsid w:val="00EF5BCB"/>
    <w:rsid w:val="00EF78A3"/>
    <w:rsid w:val="00F00BC1"/>
    <w:rsid w:val="00F01CFB"/>
    <w:rsid w:val="00F02D0D"/>
    <w:rsid w:val="00F05BDE"/>
    <w:rsid w:val="00F05CAA"/>
    <w:rsid w:val="00F06932"/>
    <w:rsid w:val="00F07A0E"/>
    <w:rsid w:val="00F10068"/>
    <w:rsid w:val="00F10245"/>
    <w:rsid w:val="00F115BF"/>
    <w:rsid w:val="00F117D4"/>
    <w:rsid w:val="00F13E1E"/>
    <w:rsid w:val="00F149D6"/>
    <w:rsid w:val="00F15CDE"/>
    <w:rsid w:val="00F1694D"/>
    <w:rsid w:val="00F22415"/>
    <w:rsid w:val="00F22931"/>
    <w:rsid w:val="00F27274"/>
    <w:rsid w:val="00F3091F"/>
    <w:rsid w:val="00F30C78"/>
    <w:rsid w:val="00F32FA7"/>
    <w:rsid w:val="00F32FE0"/>
    <w:rsid w:val="00F3530C"/>
    <w:rsid w:val="00F361FC"/>
    <w:rsid w:val="00F40966"/>
    <w:rsid w:val="00F42578"/>
    <w:rsid w:val="00F42FA1"/>
    <w:rsid w:val="00F44820"/>
    <w:rsid w:val="00F45223"/>
    <w:rsid w:val="00F50D6D"/>
    <w:rsid w:val="00F51EED"/>
    <w:rsid w:val="00F578D4"/>
    <w:rsid w:val="00F60060"/>
    <w:rsid w:val="00F61BC0"/>
    <w:rsid w:val="00F62ED5"/>
    <w:rsid w:val="00F70509"/>
    <w:rsid w:val="00F713C3"/>
    <w:rsid w:val="00F71928"/>
    <w:rsid w:val="00F731B6"/>
    <w:rsid w:val="00F75F48"/>
    <w:rsid w:val="00F76D2D"/>
    <w:rsid w:val="00F812D3"/>
    <w:rsid w:val="00F82309"/>
    <w:rsid w:val="00F85DBE"/>
    <w:rsid w:val="00F86694"/>
    <w:rsid w:val="00F93DF1"/>
    <w:rsid w:val="00F93F74"/>
    <w:rsid w:val="00F95772"/>
    <w:rsid w:val="00F969C0"/>
    <w:rsid w:val="00F97C31"/>
    <w:rsid w:val="00FA10D2"/>
    <w:rsid w:val="00FA1676"/>
    <w:rsid w:val="00FA358B"/>
    <w:rsid w:val="00FA409B"/>
    <w:rsid w:val="00FA4B3B"/>
    <w:rsid w:val="00FA6F87"/>
    <w:rsid w:val="00FB0307"/>
    <w:rsid w:val="00FB1D67"/>
    <w:rsid w:val="00FB2258"/>
    <w:rsid w:val="00FB2914"/>
    <w:rsid w:val="00FB4645"/>
    <w:rsid w:val="00FB4661"/>
    <w:rsid w:val="00FB5C3D"/>
    <w:rsid w:val="00FB5DA1"/>
    <w:rsid w:val="00FB6526"/>
    <w:rsid w:val="00FB6EEB"/>
    <w:rsid w:val="00FB7229"/>
    <w:rsid w:val="00FC1C3B"/>
    <w:rsid w:val="00FC2494"/>
    <w:rsid w:val="00FC27DE"/>
    <w:rsid w:val="00FC2EE5"/>
    <w:rsid w:val="00FC4995"/>
    <w:rsid w:val="00FC4D15"/>
    <w:rsid w:val="00FC68B8"/>
    <w:rsid w:val="00FC6AB4"/>
    <w:rsid w:val="00FC7902"/>
    <w:rsid w:val="00FD085E"/>
    <w:rsid w:val="00FD0D26"/>
    <w:rsid w:val="00FD24CC"/>
    <w:rsid w:val="00FD2762"/>
    <w:rsid w:val="00FD3D43"/>
    <w:rsid w:val="00FD5527"/>
    <w:rsid w:val="00FD6AAB"/>
    <w:rsid w:val="00FE0FE9"/>
    <w:rsid w:val="00FE1DAB"/>
    <w:rsid w:val="00FE2998"/>
    <w:rsid w:val="00FE3F38"/>
    <w:rsid w:val="00FE4514"/>
    <w:rsid w:val="00FE5E45"/>
    <w:rsid w:val="00FE68E3"/>
    <w:rsid w:val="00FF37D6"/>
    <w:rsid w:val="00FF445A"/>
    <w:rsid w:val="00FF6207"/>
    <w:rsid w:val="00FF7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Body Text Indent" w:uiPriority="99"/>
    <w:lsdException w:name="Subtitle" w:qFormat="1"/>
    <w:lsdException w:name="Body Text Indent 2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317A7"/>
    <w:pPr>
      <w:widowControl w:val="0"/>
    </w:pPr>
  </w:style>
  <w:style w:type="paragraph" w:styleId="1">
    <w:name w:val="heading 1"/>
    <w:basedOn w:val="a0"/>
    <w:next w:val="a0"/>
    <w:qFormat/>
    <w:rsid w:val="00A317A7"/>
    <w:pPr>
      <w:keepNext/>
      <w:widowControl/>
      <w:jc w:val="both"/>
      <w:outlineLvl w:val="0"/>
    </w:pPr>
    <w:rPr>
      <w:sz w:val="24"/>
    </w:rPr>
  </w:style>
  <w:style w:type="paragraph" w:styleId="2">
    <w:name w:val="heading 2"/>
    <w:basedOn w:val="a0"/>
    <w:next w:val="a0"/>
    <w:qFormat/>
    <w:rsid w:val="00A317A7"/>
    <w:pPr>
      <w:keepNext/>
      <w:widowControl/>
      <w:outlineLvl w:val="1"/>
    </w:pPr>
    <w:rPr>
      <w:sz w:val="24"/>
    </w:rPr>
  </w:style>
  <w:style w:type="paragraph" w:styleId="3">
    <w:name w:val="heading 3"/>
    <w:basedOn w:val="a0"/>
    <w:next w:val="a0"/>
    <w:qFormat/>
    <w:rsid w:val="00A317A7"/>
    <w:pPr>
      <w:keepNext/>
      <w:widowControl/>
      <w:jc w:val="center"/>
      <w:outlineLvl w:val="2"/>
    </w:pPr>
    <w:rPr>
      <w:b/>
      <w:sz w:val="4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сновной шрифт абзаца1"/>
    <w:semiHidden/>
    <w:rsid w:val="00A317A7"/>
    <w:rPr>
      <w:sz w:val="20"/>
    </w:rPr>
  </w:style>
  <w:style w:type="paragraph" w:styleId="a4">
    <w:name w:val="header"/>
    <w:basedOn w:val="a0"/>
    <w:link w:val="a5"/>
    <w:uiPriority w:val="99"/>
    <w:rsid w:val="00A317A7"/>
    <w:pPr>
      <w:tabs>
        <w:tab w:val="center" w:pos="4153"/>
        <w:tab w:val="right" w:pos="8306"/>
      </w:tabs>
    </w:pPr>
  </w:style>
  <w:style w:type="paragraph" w:styleId="a6">
    <w:name w:val="footer"/>
    <w:basedOn w:val="a0"/>
    <w:rsid w:val="00A317A7"/>
    <w:pPr>
      <w:tabs>
        <w:tab w:val="center" w:pos="4153"/>
        <w:tab w:val="right" w:pos="8306"/>
      </w:tabs>
    </w:pPr>
  </w:style>
  <w:style w:type="paragraph" w:styleId="a7">
    <w:name w:val="caption"/>
    <w:basedOn w:val="a0"/>
    <w:next w:val="a0"/>
    <w:qFormat/>
    <w:rsid w:val="00A317A7"/>
    <w:pPr>
      <w:widowControl/>
      <w:jc w:val="center"/>
    </w:pPr>
    <w:rPr>
      <w:b/>
      <w:sz w:val="40"/>
    </w:rPr>
  </w:style>
  <w:style w:type="paragraph" w:styleId="a8">
    <w:name w:val="Balloon Text"/>
    <w:basedOn w:val="a0"/>
    <w:semiHidden/>
    <w:rsid w:val="00D5445C"/>
    <w:rPr>
      <w:rFonts w:ascii="Tahoma" w:hAnsi="Tahoma" w:cs="Tahoma"/>
      <w:sz w:val="16"/>
      <w:szCs w:val="16"/>
    </w:rPr>
  </w:style>
  <w:style w:type="paragraph" w:customStyle="1" w:styleId="Char">
    <w:name w:val="Char"/>
    <w:basedOn w:val="a0"/>
    <w:rsid w:val="00C62F81"/>
    <w:pPr>
      <w:widowControl/>
      <w:spacing w:after="160" w:line="240" w:lineRule="exact"/>
    </w:pPr>
    <w:rPr>
      <w:rFonts w:ascii="Arial" w:hAnsi="Arial" w:cs="Arial"/>
      <w:lang w:val="fr-FR" w:eastAsia="en-US"/>
    </w:rPr>
  </w:style>
  <w:style w:type="paragraph" w:customStyle="1" w:styleId="ConsPlusTitle">
    <w:name w:val="ConsPlusTitle"/>
    <w:rsid w:val="007941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9412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79412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9412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page number"/>
    <w:basedOn w:val="a1"/>
    <w:rsid w:val="00ED686B"/>
  </w:style>
  <w:style w:type="table" w:styleId="aa">
    <w:name w:val="Table Grid"/>
    <w:basedOn w:val="a2"/>
    <w:rsid w:val="001E5FA8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 Знак Знак Знак Знак Знак"/>
    <w:basedOn w:val="a0"/>
    <w:rsid w:val="00B3126A"/>
    <w:pPr>
      <w:numPr>
        <w:numId w:val="1"/>
      </w:numPr>
      <w:adjustRightInd w:val="0"/>
      <w:spacing w:after="160" w:line="240" w:lineRule="exact"/>
      <w:jc w:val="center"/>
    </w:pPr>
    <w:rPr>
      <w:rFonts w:ascii="Arial" w:hAnsi="Arial" w:cs="Arial"/>
      <w:b/>
      <w:bCs/>
      <w:i/>
      <w:iCs/>
      <w:sz w:val="28"/>
      <w:szCs w:val="28"/>
      <w:lang w:val="en-GB" w:eastAsia="en-US"/>
    </w:rPr>
  </w:style>
  <w:style w:type="paragraph" w:styleId="30">
    <w:name w:val="Body Text Indent 3"/>
    <w:basedOn w:val="a0"/>
    <w:rsid w:val="00B3126A"/>
    <w:pPr>
      <w:widowControl/>
      <w:ind w:firstLine="720"/>
      <w:jc w:val="both"/>
    </w:pPr>
    <w:rPr>
      <w:sz w:val="28"/>
    </w:rPr>
  </w:style>
  <w:style w:type="paragraph" w:customStyle="1" w:styleId="ab">
    <w:name w:val="Знак Знак Знак Знак Знак Знак Знак Знак Знак"/>
    <w:basedOn w:val="a0"/>
    <w:rsid w:val="00BA45B3"/>
    <w:pPr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rFonts w:ascii="Arial" w:hAnsi="Arial" w:cs="Arial"/>
      <w:b/>
      <w:bCs/>
      <w:i/>
      <w:iCs/>
      <w:sz w:val="28"/>
      <w:szCs w:val="28"/>
      <w:lang w:val="en-GB" w:eastAsia="en-US"/>
    </w:rPr>
  </w:style>
  <w:style w:type="character" w:styleId="ac">
    <w:name w:val="Hyperlink"/>
    <w:basedOn w:val="a1"/>
    <w:rsid w:val="00B338A3"/>
    <w:rPr>
      <w:color w:val="0000FF"/>
      <w:u w:val="single"/>
    </w:rPr>
  </w:style>
  <w:style w:type="paragraph" w:customStyle="1" w:styleId="ad">
    <w:name w:val="Знак Знак Знак"/>
    <w:basedOn w:val="a0"/>
    <w:rsid w:val="00B545E0"/>
    <w:pPr>
      <w:widowControl/>
      <w:spacing w:after="160" w:line="240" w:lineRule="exact"/>
    </w:pPr>
    <w:rPr>
      <w:rFonts w:ascii="Arial" w:hAnsi="Arial" w:cs="Arial"/>
      <w:lang w:val="fr-FR" w:eastAsia="en-US"/>
    </w:rPr>
  </w:style>
  <w:style w:type="paragraph" w:customStyle="1" w:styleId="11">
    <w:name w:val="Знак Знак Знак Знак Знак1 Знак Знак Знак Знак Знак Знак"/>
    <w:basedOn w:val="a0"/>
    <w:rsid w:val="00B545E0"/>
    <w:pPr>
      <w:widowControl/>
      <w:spacing w:after="160" w:line="240" w:lineRule="exact"/>
    </w:pPr>
    <w:rPr>
      <w:rFonts w:ascii="Arial" w:hAnsi="Arial" w:cs="Arial"/>
      <w:lang w:val="fr-FR" w:eastAsia="en-US"/>
    </w:rPr>
  </w:style>
  <w:style w:type="paragraph" w:customStyle="1" w:styleId="ae">
    <w:name w:val="Знак"/>
    <w:basedOn w:val="a0"/>
    <w:rsid w:val="00C96ECE"/>
    <w:pPr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 w:val="28"/>
      <w:lang w:val="en-GB" w:eastAsia="en-US"/>
    </w:rPr>
  </w:style>
  <w:style w:type="paragraph" w:styleId="20">
    <w:name w:val="Body Text 2"/>
    <w:basedOn w:val="a0"/>
    <w:link w:val="21"/>
    <w:rsid w:val="003B6315"/>
    <w:pPr>
      <w:spacing w:after="120" w:line="480" w:lineRule="auto"/>
    </w:pPr>
  </w:style>
  <w:style w:type="character" w:customStyle="1" w:styleId="21">
    <w:name w:val="Основной текст 2 Знак"/>
    <w:basedOn w:val="a1"/>
    <w:link w:val="20"/>
    <w:rsid w:val="003B6315"/>
  </w:style>
  <w:style w:type="paragraph" w:styleId="af">
    <w:name w:val="Body Text Indent"/>
    <w:basedOn w:val="a0"/>
    <w:link w:val="af0"/>
    <w:uiPriority w:val="99"/>
    <w:unhideWhenUsed/>
    <w:rsid w:val="003B6315"/>
    <w:pPr>
      <w:widowControl/>
      <w:spacing w:after="120"/>
      <w:ind w:left="283"/>
    </w:pPr>
  </w:style>
  <w:style w:type="character" w:customStyle="1" w:styleId="af0">
    <w:name w:val="Основной текст с отступом Знак"/>
    <w:basedOn w:val="a1"/>
    <w:link w:val="af"/>
    <w:uiPriority w:val="99"/>
    <w:rsid w:val="003B6315"/>
  </w:style>
  <w:style w:type="paragraph" w:styleId="22">
    <w:name w:val="Body Text Indent 2"/>
    <w:basedOn w:val="a0"/>
    <w:link w:val="23"/>
    <w:uiPriority w:val="99"/>
    <w:unhideWhenUsed/>
    <w:rsid w:val="003B6315"/>
    <w:pPr>
      <w:widowControl/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rsid w:val="003B6315"/>
  </w:style>
  <w:style w:type="character" w:customStyle="1" w:styleId="a5">
    <w:name w:val="Верхний колонтитул Знак"/>
    <w:basedOn w:val="a1"/>
    <w:link w:val="a4"/>
    <w:uiPriority w:val="99"/>
    <w:rsid w:val="003B6315"/>
  </w:style>
  <w:style w:type="paragraph" w:styleId="af1">
    <w:name w:val="Normal (Web)"/>
    <w:basedOn w:val="a0"/>
    <w:uiPriority w:val="99"/>
    <w:unhideWhenUsed/>
    <w:rsid w:val="00D8090F"/>
    <w:pPr>
      <w:widowControl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inokurovatp\Application%20Data\Microsoft\&#1064;&#1072;&#1073;&#1083;&#1086;&#1085;&#1099;\&#1053;&#1086;&#1074;&#1099;&#1077;%20&#1075;&#1077;&#1088;&#1073;&#1086;&#1074;&#1099;&#1077;%20&#1073;&#1083;&#1072;&#1085;&#1082;&#1080;\&#1055;&#1054;&#1057;&#1058;&#1040;&#1053;&#1054;&#1042;&#1051;&#1045;&#1053;&#1048;&#1045;%20&#1055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0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Elcom Ltd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Винокурова</dc:creator>
  <cp:lastModifiedBy>Дина</cp:lastModifiedBy>
  <cp:revision>2</cp:revision>
  <cp:lastPrinted>2019-10-29T05:57:00Z</cp:lastPrinted>
  <dcterms:created xsi:type="dcterms:W3CDTF">2019-11-08T10:43:00Z</dcterms:created>
  <dcterms:modified xsi:type="dcterms:W3CDTF">2019-11-08T10:43:00Z</dcterms:modified>
</cp:coreProperties>
</file>